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EE1F7" w14:textId="798CA224" w:rsidR="000A5C28" w:rsidRPr="000E133E" w:rsidRDefault="000A5C28" w:rsidP="00A3675D">
      <w:pPr>
        <w:spacing w:after="0" w:line="360" w:lineRule="auto"/>
        <w:ind w:left="4770"/>
        <w:rPr>
          <w:rFonts w:ascii="Times New Roman" w:hAnsi="Times New Roman" w:cs="Times New Roman"/>
          <w:b/>
          <w:bCs/>
          <w:snapToGrid w:val="0"/>
          <w:sz w:val="20"/>
          <w:szCs w:val="20"/>
        </w:rPr>
      </w:pPr>
      <w:r w:rsidRPr="000E133E">
        <w:rPr>
          <w:rFonts w:ascii="Times New Roman" w:hAnsi="Times New Roman" w:cs="Times New Roman"/>
          <w:b/>
          <w:bCs/>
          <w:snapToGrid w:val="0"/>
          <w:sz w:val="20"/>
          <w:szCs w:val="20"/>
        </w:rPr>
        <w:t>Приложение № 2</w:t>
      </w:r>
    </w:p>
    <w:p w14:paraId="6A4F68B4" w14:textId="3B8A3A56" w:rsidR="007E3D2A" w:rsidRPr="006F034F" w:rsidRDefault="004C089A" w:rsidP="00A1543A">
      <w:pPr>
        <w:spacing w:after="0" w:line="360" w:lineRule="auto"/>
        <w:ind w:left="4770"/>
        <w:rPr>
          <w:rFonts w:ascii="Arial" w:hAnsi="Arial" w:cs="Arial"/>
          <w:b/>
          <w:bCs/>
          <w:snapToGrid w:val="0"/>
        </w:rPr>
      </w:pPr>
      <w:r w:rsidRPr="000E133E">
        <w:rPr>
          <w:rFonts w:ascii="Times New Roman" w:hAnsi="Times New Roman" w:cs="Times New Roman"/>
          <w:b/>
          <w:bCs/>
          <w:snapToGrid w:val="0"/>
          <w:sz w:val="20"/>
          <w:szCs w:val="20"/>
        </w:rPr>
        <w:t xml:space="preserve">към Заповед </w:t>
      </w:r>
      <w:r w:rsidR="00686461" w:rsidRPr="000E133E">
        <w:rPr>
          <w:rFonts w:ascii="Times New Roman" w:hAnsi="Times New Roman" w:cs="Times New Roman"/>
          <w:b/>
          <w:bCs/>
          <w:snapToGrid w:val="0"/>
          <w:sz w:val="20"/>
          <w:szCs w:val="20"/>
        </w:rPr>
        <w:t xml:space="preserve"> </w:t>
      </w:r>
      <w:r w:rsidR="009A70D8">
        <w:rPr>
          <w:rFonts w:ascii="Times New Roman" w:hAnsi="Times New Roman" w:cs="Times New Roman"/>
          <w:b/>
          <w:bCs/>
          <w:snapToGrid w:val="0"/>
          <w:sz w:val="20"/>
          <w:szCs w:val="20"/>
        </w:rPr>
        <w:t>№ МДР-ПП-09-</w:t>
      </w:r>
      <w:r w:rsidR="00A0465A">
        <w:rPr>
          <w:rFonts w:ascii="Times New Roman" w:hAnsi="Times New Roman" w:cs="Times New Roman"/>
          <w:b/>
          <w:bCs/>
          <w:snapToGrid w:val="0"/>
          <w:sz w:val="20"/>
          <w:szCs w:val="20"/>
        </w:rPr>
        <w:t>67/29.09.2025</w:t>
      </w:r>
      <w:bookmarkStart w:id="0" w:name="_GoBack"/>
      <w:bookmarkEnd w:id="0"/>
    </w:p>
    <w:p w14:paraId="0370A0C7" w14:textId="77777777" w:rsidR="00706643" w:rsidRPr="006F034F" w:rsidRDefault="00706643" w:rsidP="00233DE0">
      <w:pPr>
        <w:spacing w:after="0" w:line="360" w:lineRule="auto"/>
        <w:jc w:val="center"/>
        <w:rPr>
          <w:rFonts w:ascii="Arial" w:hAnsi="Arial" w:cs="Arial"/>
          <w:b/>
          <w:bCs/>
        </w:rPr>
      </w:pPr>
    </w:p>
    <w:p w14:paraId="12D4AE8A" w14:textId="77777777" w:rsidR="00706643" w:rsidRPr="007D1E98" w:rsidRDefault="00706643" w:rsidP="00233DE0">
      <w:pPr>
        <w:spacing w:after="0" w:line="360" w:lineRule="auto"/>
        <w:jc w:val="center"/>
        <w:rPr>
          <w:rFonts w:ascii="Times New Roman" w:hAnsi="Times New Roman" w:cs="Times New Roman"/>
          <w:b/>
          <w:bCs/>
          <w:sz w:val="28"/>
          <w:szCs w:val="28"/>
        </w:rPr>
      </w:pPr>
      <w:r w:rsidRPr="000E133E">
        <w:rPr>
          <w:rFonts w:ascii="Times New Roman" w:hAnsi="Times New Roman" w:cs="Times New Roman"/>
          <w:b/>
          <w:bCs/>
          <w:sz w:val="28"/>
          <w:szCs w:val="28"/>
        </w:rPr>
        <w:t>УСЛОВИЯ ЗА ИЗПЪЛНЕНИЕ</w:t>
      </w:r>
    </w:p>
    <w:p w14:paraId="0438991C" w14:textId="77777777" w:rsidR="006F034F" w:rsidRPr="007D1E98" w:rsidRDefault="006F034F" w:rsidP="00233DE0">
      <w:pPr>
        <w:spacing w:after="0" w:line="360" w:lineRule="auto"/>
        <w:jc w:val="center"/>
        <w:rPr>
          <w:rFonts w:ascii="Times New Roman" w:hAnsi="Times New Roman" w:cs="Times New Roman"/>
          <w:b/>
          <w:bCs/>
          <w:sz w:val="28"/>
          <w:szCs w:val="28"/>
        </w:rPr>
      </w:pPr>
    </w:p>
    <w:p w14:paraId="0A568AC3" w14:textId="77777777" w:rsidR="00706643" w:rsidRPr="000E133E" w:rsidRDefault="00706643" w:rsidP="00233DE0">
      <w:pPr>
        <w:spacing w:after="0" w:line="360" w:lineRule="auto"/>
        <w:jc w:val="center"/>
        <w:rPr>
          <w:rFonts w:ascii="Times New Roman" w:hAnsi="Times New Roman" w:cs="Times New Roman"/>
          <w:b/>
          <w:bCs/>
          <w:sz w:val="28"/>
          <w:szCs w:val="28"/>
        </w:rPr>
      </w:pPr>
      <w:r w:rsidRPr="000E133E">
        <w:rPr>
          <w:rFonts w:ascii="Times New Roman" w:hAnsi="Times New Roman" w:cs="Times New Roman"/>
          <w:b/>
          <w:bCs/>
          <w:sz w:val="28"/>
          <w:szCs w:val="28"/>
        </w:rPr>
        <w:t>на проекти по</w:t>
      </w:r>
      <w:r w:rsidRPr="000E133E" w:rsidDel="00352D2A">
        <w:rPr>
          <w:rFonts w:ascii="Times New Roman" w:hAnsi="Times New Roman" w:cs="Times New Roman"/>
          <w:b/>
          <w:bCs/>
          <w:sz w:val="28"/>
          <w:szCs w:val="28"/>
        </w:rPr>
        <w:t xml:space="preserve"> </w:t>
      </w:r>
    </w:p>
    <w:p w14:paraId="3516082C" w14:textId="051956AC" w:rsidR="00706643" w:rsidRPr="000E133E" w:rsidRDefault="00706643" w:rsidP="00233DE0">
      <w:pPr>
        <w:spacing w:after="0" w:line="360" w:lineRule="auto"/>
        <w:jc w:val="center"/>
        <w:rPr>
          <w:rFonts w:ascii="Times New Roman" w:hAnsi="Times New Roman" w:cs="Times New Roman"/>
          <w:b/>
          <w:bCs/>
          <w:snapToGrid w:val="0"/>
          <w:sz w:val="28"/>
          <w:szCs w:val="28"/>
        </w:rPr>
      </w:pPr>
      <w:r w:rsidRPr="000E133E">
        <w:rPr>
          <w:rFonts w:ascii="Times New Roman" w:hAnsi="Times New Roman" w:cs="Times New Roman"/>
          <w:b/>
          <w:bCs/>
          <w:snapToGrid w:val="0"/>
          <w:sz w:val="28"/>
          <w:szCs w:val="28"/>
        </w:rPr>
        <w:t>Програма за морско дело</w:t>
      </w:r>
      <w:r w:rsidR="000F428C" w:rsidRPr="000E133E">
        <w:rPr>
          <w:rFonts w:ascii="Times New Roman" w:hAnsi="Times New Roman" w:cs="Times New Roman"/>
          <w:b/>
          <w:bCs/>
          <w:snapToGrid w:val="0"/>
          <w:sz w:val="28"/>
          <w:szCs w:val="28"/>
        </w:rPr>
        <w:t>,</w:t>
      </w:r>
      <w:r w:rsidRPr="000E133E">
        <w:rPr>
          <w:rFonts w:ascii="Times New Roman" w:hAnsi="Times New Roman" w:cs="Times New Roman"/>
          <w:b/>
          <w:bCs/>
          <w:snapToGrid w:val="0"/>
          <w:sz w:val="28"/>
          <w:szCs w:val="28"/>
        </w:rPr>
        <w:t xml:space="preserve"> рибарство</w:t>
      </w:r>
      <w:r w:rsidR="00791F87" w:rsidRPr="000E133E">
        <w:rPr>
          <w:rFonts w:ascii="Times New Roman" w:hAnsi="Times New Roman" w:cs="Times New Roman"/>
          <w:b/>
          <w:bCs/>
          <w:snapToGrid w:val="0"/>
          <w:sz w:val="28"/>
          <w:szCs w:val="28"/>
        </w:rPr>
        <w:t xml:space="preserve"> и аквакултури</w:t>
      </w:r>
      <w:r w:rsidRPr="000E133E">
        <w:rPr>
          <w:rFonts w:ascii="Times New Roman" w:hAnsi="Times New Roman" w:cs="Times New Roman"/>
          <w:b/>
          <w:bCs/>
          <w:snapToGrid w:val="0"/>
          <w:sz w:val="28"/>
          <w:szCs w:val="28"/>
        </w:rPr>
        <w:t xml:space="preserve"> 20</w:t>
      </w:r>
      <w:r w:rsidR="00791F87" w:rsidRPr="000E133E">
        <w:rPr>
          <w:rFonts w:ascii="Times New Roman" w:hAnsi="Times New Roman" w:cs="Times New Roman"/>
          <w:b/>
          <w:bCs/>
          <w:snapToGrid w:val="0"/>
          <w:sz w:val="28"/>
          <w:szCs w:val="28"/>
        </w:rPr>
        <w:t>21</w:t>
      </w:r>
      <w:r w:rsidRPr="000E133E">
        <w:rPr>
          <w:rFonts w:ascii="Times New Roman" w:hAnsi="Times New Roman" w:cs="Times New Roman"/>
          <w:b/>
          <w:bCs/>
          <w:snapToGrid w:val="0"/>
          <w:sz w:val="28"/>
          <w:szCs w:val="28"/>
        </w:rPr>
        <w:t>-202</w:t>
      </w:r>
      <w:r w:rsidR="00791F87" w:rsidRPr="000E133E">
        <w:rPr>
          <w:rFonts w:ascii="Times New Roman" w:hAnsi="Times New Roman" w:cs="Times New Roman"/>
          <w:b/>
          <w:bCs/>
          <w:snapToGrid w:val="0"/>
          <w:sz w:val="28"/>
          <w:szCs w:val="28"/>
        </w:rPr>
        <w:t>7</w:t>
      </w:r>
    </w:p>
    <w:p w14:paraId="294455B4" w14:textId="77777777" w:rsidR="006F034F" w:rsidRPr="00DA7E7C" w:rsidRDefault="006F034F" w:rsidP="00233DE0">
      <w:pPr>
        <w:spacing w:after="0" w:line="360" w:lineRule="auto"/>
        <w:jc w:val="center"/>
        <w:rPr>
          <w:rFonts w:ascii="Arial" w:hAnsi="Arial" w:cs="Arial"/>
          <w:b/>
          <w:bCs/>
          <w:snapToGrid w:val="0"/>
          <w:sz w:val="28"/>
          <w:szCs w:val="28"/>
        </w:rPr>
      </w:pPr>
    </w:p>
    <w:p w14:paraId="3D98AC70" w14:textId="77777777" w:rsidR="006F034F" w:rsidRPr="00DA7E7C" w:rsidRDefault="006F034F" w:rsidP="00233DE0">
      <w:pPr>
        <w:spacing w:after="0" w:line="360" w:lineRule="auto"/>
        <w:jc w:val="center"/>
        <w:rPr>
          <w:rFonts w:ascii="Arial" w:hAnsi="Arial" w:cs="Arial"/>
          <w:b/>
          <w:bCs/>
          <w:snapToGrid w:val="0"/>
          <w:sz w:val="28"/>
          <w:szCs w:val="28"/>
        </w:rPr>
      </w:pPr>
    </w:p>
    <w:p w14:paraId="251C1A8F" w14:textId="77777777" w:rsidR="006F034F" w:rsidRPr="00DA7E7C" w:rsidRDefault="006F034F" w:rsidP="00233DE0">
      <w:pPr>
        <w:spacing w:after="0" w:line="360" w:lineRule="auto"/>
        <w:jc w:val="center"/>
        <w:rPr>
          <w:rFonts w:ascii="Arial" w:hAnsi="Arial" w:cs="Arial"/>
          <w:b/>
          <w:bCs/>
          <w:snapToGrid w:val="0"/>
          <w:sz w:val="28"/>
          <w:szCs w:val="28"/>
        </w:rPr>
      </w:pPr>
    </w:p>
    <w:p w14:paraId="42339992" w14:textId="77777777" w:rsidR="006F034F" w:rsidRPr="00DA7E7C" w:rsidRDefault="006F034F" w:rsidP="005962F4">
      <w:pPr>
        <w:pStyle w:val="TOCHeading"/>
        <w:spacing w:line="360" w:lineRule="auto"/>
        <w:jc w:val="center"/>
        <w:rPr>
          <w:rFonts w:ascii="Arial" w:hAnsi="Arial" w:cs="Arial"/>
          <w:color w:val="auto"/>
          <w:lang w:val="bg-BG" w:eastAsia="en-US"/>
        </w:rPr>
      </w:pPr>
    </w:p>
    <w:p w14:paraId="509743AA" w14:textId="77A84043" w:rsidR="00614B64" w:rsidRPr="008270D8" w:rsidRDefault="00614B64" w:rsidP="00614B64">
      <w:pPr>
        <w:pStyle w:val="TOCHeading"/>
        <w:spacing w:line="360" w:lineRule="auto"/>
        <w:jc w:val="center"/>
        <w:rPr>
          <w:rFonts w:ascii="Times New Roman" w:hAnsi="Times New Roman"/>
          <w:color w:val="auto"/>
          <w:lang w:val="bg-BG" w:eastAsia="en-US"/>
        </w:rPr>
      </w:pPr>
      <w:r w:rsidRPr="008270D8">
        <w:rPr>
          <w:rFonts w:ascii="Times New Roman" w:hAnsi="Times New Roman"/>
          <w:color w:val="auto"/>
          <w:lang w:val="bg-BG" w:eastAsia="en-US"/>
        </w:rPr>
        <w:t xml:space="preserve">Процедура </w:t>
      </w:r>
      <w:r w:rsidR="003F4A9E">
        <w:rPr>
          <w:rFonts w:ascii="Times New Roman" w:hAnsi="Times New Roman"/>
          <w:color w:val="auto"/>
          <w:lang w:val="bg-BG" w:eastAsia="en-US"/>
        </w:rPr>
        <w:t>чрез</w:t>
      </w:r>
      <w:r w:rsidRPr="008270D8">
        <w:rPr>
          <w:rFonts w:ascii="Times New Roman" w:hAnsi="Times New Roman"/>
          <w:color w:val="auto"/>
          <w:lang w:val="bg-BG" w:eastAsia="en-US"/>
        </w:rPr>
        <w:t xml:space="preserve"> подбор на проекти</w:t>
      </w:r>
    </w:p>
    <w:p w14:paraId="52CE13B2" w14:textId="77777777" w:rsidR="000A3407" w:rsidRDefault="000A3407" w:rsidP="00D94D3B">
      <w:pPr>
        <w:spacing w:after="0" w:line="360" w:lineRule="auto"/>
        <w:jc w:val="center"/>
        <w:rPr>
          <w:rFonts w:ascii="Times New Roman" w:hAnsi="Times New Roman"/>
          <w:sz w:val="28"/>
          <w:szCs w:val="28"/>
        </w:rPr>
      </w:pPr>
      <w:r w:rsidRPr="000A3407">
        <w:rPr>
          <w:rFonts w:ascii="Times New Roman" w:hAnsi="Times New Roman"/>
          <w:sz w:val="28"/>
          <w:szCs w:val="28"/>
        </w:rPr>
        <w:t>BG14MFPR001-2.006 „Предлагане на пазара”</w:t>
      </w:r>
      <w:r w:rsidR="00614B64" w:rsidRPr="008270D8">
        <w:rPr>
          <w:rFonts w:ascii="Times New Roman" w:hAnsi="Times New Roman"/>
          <w:sz w:val="28"/>
          <w:szCs w:val="28"/>
        </w:rPr>
        <w:t xml:space="preserve">, </w:t>
      </w:r>
    </w:p>
    <w:p w14:paraId="19A4F55C" w14:textId="59DEC8E6" w:rsidR="006F034F" w:rsidRPr="00D2439F" w:rsidRDefault="00614B64" w:rsidP="00D94D3B">
      <w:pPr>
        <w:spacing w:after="0" w:line="360" w:lineRule="auto"/>
        <w:jc w:val="center"/>
        <w:rPr>
          <w:rFonts w:ascii="Arial" w:hAnsi="Arial" w:cs="Arial"/>
          <w:b/>
          <w:bCs/>
          <w:sz w:val="28"/>
          <w:szCs w:val="28"/>
        </w:rPr>
      </w:pPr>
      <w:r w:rsidRPr="008270D8">
        <w:rPr>
          <w:rFonts w:ascii="Times New Roman" w:hAnsi="Times New Roman"/>
          <w:sz w:val="28"/>
          <w:szCs w:val="28"/>
        </w:rPr>
        <w:t xml:space="preserve">вид дейност </w:t>
      </w:r>
      <w:r w:rsidR="000A3407" w:rsidRPr="000A3407">
        <w:rPr>
          <w:rFonts w:ascii="Times New Roman" w:hAnsi="Times New Roman"/>
          <w:sz w:val="28"/>
          <w:szCs w:val="28"/>
        </w:rPr>
        <w:t>2.2.2 „Предлагане на пазара”</w:t>
      </w:r>
    </w:p>
    <w:p w14:paraId="686581F1" w14:textId="77777777" w:rsidR="00F158FD" w:rsidRPr="00D2439F" w:rsidRDefault="006F034F" w:rsidP="006F034F">
      <w:pPr>
        <w:spacing w:after="0" w:line="360" w:lineRule="auto"/>
        <w:jc w:val="center"/>
        <w:rPr>
          <w:rFonts w:ascii="Arial" w:hAnsi="Arial" w:cs="Arial"/>
          <w:b/>
          <w:bCs/>
          <w:sz w:val="28"/>
          <w:szCs w:val="28"/>
        </w:rPr>
      </w:pPr>
      <w:r w:rsidRPr="00D2439F">
        <w:rPr>
          <w:rFonts w:ascii="Arial" w:hAnsi="Arial" w:cs="Arial"/>
          <w:b/>
          <w:bCs/>
          <w:sz w:val="28"/>
          <w:szCs w:val="28"/>
        </w:rPr>
        <w:br w:type="page"/>
      </w:r>
    </w:p>
    <w:p w14:paraId="1936EB3F" w14:textId="77777777" w:rsidR="006F034F" w:rsidRPr="00D2439F" w:rsidRDefault="006F034F" w:rsidP="006F034F">
      <w:pPr>
        <w:spacing w:after="0" w:line="360" w:lineRule="auto"/>
        <w:jc w:val="center"/>
        <w:rPr>
          <w:rFonts w:ascii="Arial" w:hAnsi="Arial" w:cs="Arial"/>
          <w:b/>
          <w:bCs/>
          <w:sz w:val="28"/>
          <w:szCs w:val="28"/>
        </w:rPr>
      </w:pPr>
    </w:p>
    <w:p w14:paraId="6AEB8A8E" w14:textId="77777777" w:rsidR="006F034F" w:rsidRPr="006F034F" w:rsidRDefault="006F034F" w:rsidP="006F034F">
      <w:pPr>
        <w:spacing w:after="0" w:line="360" w:lineRule="auto"/>
        <w:jc w:val="center"/>
        <w:rPr>
          <w:rFonts w:ascii="Arial" w:hAnsi="Arial" w:cs="Arial"/>
        </w:rPr>
      </w:pPr>
    </w:p>
    <w:p w14:paraId="692F4C0A" w14:textId="77777777" w:rsidR="00706643" w:rsidRPr="000E133E" w:rsidRDefault="00706643" w:rsidP="009F44C5">
      <w:pPr>
        <w:pStyle w:val="TOCHeading"/>
        <w:spacing w:before="0" w:line="360" w:lineRule="auto"/>
        <w:rPr>
          <w:rFonts w:ascii="Times New Roman" w:hAnsi="Times New Roman"/>
          <w:sz w:val="24"/>
          <w:szCs w:val="24"/>
          <w:lang w:val="bg-BG"/>
        </w:rPr>
      </w:pPr>
      <w:r w:rsidRPr="000E133E">
        <w:rPr>
          <w:rFonts w:ascii="Times New Roman" w:hAnsi="Times New Roman"/>
          <w:sz w:val="24"/>
          <w:szCs w:val="24"/>
          <w:lang w:val="bg-BG"/>
        </w:rPr>
        <w:t>Съдържание</w:t>
      </w:r>
    </w:p>
    <w:p w14:paraId="56850F8C" w14:textId="77777777" w:rsidR="00706643" w:rsidRPr="000E133E" w:rsidRDefault="00706643" w:rsidP="009F44C5">
      <w:pPr>
        <w:spacing w:after="0" w:line="360" w:lineRule="auto"/>
        <w:rPr>
          <w:rFonts w:ascii="Times New Roman" w:hAnsi="Times New Roman" w:cs="Times New Roman"/>
          <w:sz w:val="24"/>
          <w:szCs w:val="24"/>
          <w:lang w:eastAsia="bg-BG"/>
        </w:rPr>
      </w:pPr>
    </w:p>
    <w:p w14:paraId="49B247A0" w14:textId="77777777" w:rsidR="001C0916" w:rsidRPr="000E133E"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0E133E">
        <w:rPr>
          <w:rFonts w:ascii="Times New Roman" w:hAnsi="Times New Roman" w:cs="Times New Roman"/>
          <w:sz w:val="24"/>
          <w:szCs w:val="24"/>
        </w:rPr>
        <w:fldChar w:fldCharType="begin"/>
      </w:r>
      <w:r w:rsidRPr="000E133E">
        <w:rPr>
          <w:rFonts w:ascii="Times New Roman" w:hAnsi="Times New Roman" w:cs="Times New Roman"/>
          <w:sz w:val="24"/>
          <w:szCs w:val="24"/>
        </w:rPr>
        <w:instrText xml:space="preserve"> TOC \o "1-3" \h \z \u </w:instrText>
      </w:r>
      <w:r w:rsidRPr="000E133E">
        <w:rPr>
          <w:rFonts w:ascii="Times New Roman" w:hAnsi="Times New Roman" w:cs="Times New Roman"/>
          <w:sz w:val="24"/>
          <w:szCs w:val="24"/>
        </w:rPr>
        <w:fldChar w:fldCharType="separate"/>
      </w:r>
      <w:hyperlink w:anchor="_Toc509920774" w:history="1">
        <w:r w:rsidR="001C0916" w:rsidRPr="000E133E">
          <w:rPr>
            <w:rStyle w:val="Hyperlink"/>
            <w:rFonts w:ascii="Times New Roman" w:hAnsi="Times New Roman" w:cs="Times New Roman"/>
            <w:b/>
            <w:bCs/>
            <w:color w:val="auto"/>
            <w:sz w:val="24"/>
            <w:szCs w:val="24"/>
            <w:u w:val="none"/>
          </w:rPr>
          <w:t>1.</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Техническо изпълнение на проектите</w:t>
        </w:r>
        <w:r w:rsidR="001C0916" w:rsidRPr="000E133E">
          <w:rPr>
            <w:rFonts w:ascii="Times New Roman" w:hAnsi="Times New Roman" w:cs="Times New Roman"/>
            <w:webHidden/>
            <w:sz w:val="24"/>
            <w:szCs w:val="24"/>
          </w:rPr>
          <w:tab/>
        </w:r>
      </w:hyperlink>
      <w:r w:rsidR="00A1293D" w:rsidRPr="000E133E">
        <w:rPr>
          <w:rStyle w:val="Hyperlink"/>
          <w:rFonts w:ascii="Times New Roman" w:hAnsi="Times New Roman" w:cs="Times New Roman"/>
          <w:color w:val="auto"/>
          <w:sz w:val="24"/>
          <w:szCs w:val="24"/>
          <w:u w:val="none"/>
        </w:rPr>
        <w:t>3</w:t>
      </w:r>
    </w:p>
    <w:p w14:paraId="57728FD4" w14:textId="77777777" w:rsidR="001C0916" w:rsidRPr="000E133E" w:rsidRDefault="00A0465A"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0E133E">
          <w:rPr>
            <w:rStyle w:val="Hyperlink"/>
            <w:rFonts w:ascii="Times New Roman" w:hAnsi="Times New Roman" w:cs="Times New Roman"/>
            <w:b/>
            <w:bCs/>
            <w:color w:val="auto"/>
            <w:sz w:val="24"/>
            <w:szCs w:val="24"/>
            <w:u w:val="none"/>
          </w:rPr>
          <w:t>2.</w:t>
        </w:r>
        <w:r w:rsidR="00510E20" w:rsidRPr="000E133E">
          <w:rPr>
            <w:rFonts w:ascii="Times New Roman" w:eastAsia="Times New Roman" w:hAnsi="Times New Roman" w:cs="Times New Roman"/>
            <w:sz w:val="24"/>
            <w:szCs w:val="24"/>
            <w:lang w:val="en-US"/>
          </w:rPr>
          <w:t xml:space="preserve"> </w:t>
        </w:r>
        <w:r w:rsidR="00510E20" w:rsidRPr="000E133E">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0E133E">
          <w:rPr>
            <w:rFonts w:ascii="Times New Roman" w:hAnsi="Times New Roman" w:cs="Times New Roman"/>
            <w:webHidden/>
            <w:sz w:val="24"/>
            <w:szCs w:val="24"/>
          </w:rPr>
          <w:tab/>
          <w:t>12</w:t>
        </w:r>
      </w:hyperlink>
    </w:p>
    <w:p w14:paraId="61049586" w14:textId="77777777" w:rsidR="00A1293D" w:rsidRPr="000E133E" w:rsidRDefault="00A0465A"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0E133E">
          <w:rPr>
            <w:rStyle w:val="Hyperlink"/>
            <w:rFonts w:ascii="Times New Roman" w:hAnsi="Times New Roman" w:cs="Times New Roman"/>
            <w:b/>
            <w:bCs/>
            <w:color w:val="auto"/>
            <w:sz w:val="24"/>
            <w:szCs w:val="24"/>
            <w:u w:val="none"/>
          </w:rPr>
          <w:t>3.</w:t>
        </w:r>
        <w:r w:rsidR="006F034F" w:rsidRPr="000E133E">
          <w:rPr>
            <w:rFonts w:ascii="Times New Roman" w:eastAsia="Times New Roman" w:hAnsi="Times New Roman" w:cs="Times New Roman"/>
            <w:sz w:val="24"/>
            <w:szCs w:val="24"/>
            <w:lang w:val="en-US"/>
          </w:rPr>
          <w:t xml:space="preserve"> </w:t>
        </w:r>
        <w:r w:rsidR="001C0916" w:rsidRPr="000E133E">
          <w:rPr>
            <w:rStyle w:val="Hyperlink"/>
            <w:rFonts w:ascii="Times New Roman" w:hAnsi="Times New Roman" w:cs="Times New Roman"/>
            <w:b/>
            <w:bCs/>
            <w:color w:val="auto"/>
            <w:sz w:val="24"/>
            <w:szCs w:val="24"/>
            <w:u w:val="none"/>
          </w:rPr>
          <w:t>Мерки за информиране и публичност</w:t>
        </w:r>
        <w:r w:rsidR="001C0916" w:rsidRPr="000E133E">
          <w:rPr>
            <w:rFonts w:ascii="Times New Roman" w:hAnsi="Times New Roman" w:cs="Times New Roman"/>
            <w:webHidden/>
            <w:sz w:val="24"/>
            <w:szCs w:val="24"/>
          </w:rPr>
          <w:tab/>
        </w:r>
      </w:hyperlink>
      <w:r w:rsidR="00510E20" w:rsidRPr="000E133E">
        <w:rPr>
          <w:rStyle w:val="Hyperlink"/>
          <w:rFonts w:ascii="Times New Roman" w:hAnsi="Times New Roman" w:cs="Times New Roman"/>
          <w:color w:val="auto"/>
          <w:sz w:val="24"/>
          <w:szCs w:val="24"/>
          <w:u w:val="none"/>
        </w:rPr>
        <w:t>12</w:t>
      </w:r>
    </w:p>
    <w:p w14:paraId="07E929E6" w14:textId="77777777" w:rsidR="001C0916" w:rsidRPr="000E133E" w:rsidRDefault="00A0465A"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0E133E">
          <w:rPr>
            <w:rStyle w:val="Hyperlink"/>
            <w:rFonts w:ascii="Times New Roman" w:hAnsi="Times New Roman" w:cs="Times New Roman"/>
            <w:b/>
            <w:bCs/>
            <w:color w:val="auto"/>
            <w:sz w:val="24"/>
            <w:szCs w:val="24"/>
            <w:u w:val="none"/>
          </w:rPr>
          <w:t>4.</w:t>
        </w:r>
        <w:r w:rsidR="00510E20" w:rsidRPr="000E133E">
          <w:rPr>
            <w:rStyle w:val="Hyperlink"/>
            <w:rFonts w:ascii="Times New Roman" w:hAnsi="Times New Roman" w:cs="Times New Roman"/>
            <w:b/>
            <w:bCs/>
            <w:color w:val="auto"/>
            <w:sz w:val="24"/>
            <w:szCs w:val="24"/>
            <w:u w:val="none"/>
            <w:lang w:val="en-US"/>
          </w:rPr>
          <w:t xml:space="preserve"> </w:t>
        </w:r>
        <w:r w:rsidR="00510E20" w:rsidRPr="000E133E">
          <w:rPr>
            <w:rStyle w:val="Hyperlink"/>
            <w:rFonts w:ascii="Times New Roman" w:hAnsi="Times New Roman" w:cs="Times New Roman"/>
            <w:b/>
            <w:bCs/>
            <w:color w:val="auto"/>
            <w:sz w:val="24"/>
            <w:szCs w:val="24"/>
            <w:u w:val="none"/>
          </w:rPr>
          <w:t>Приложения към Условията за изпълнение:</w:t>
        </w:r>
        <w:r w:rsidR="00510E20" w:rsidRPr="000E133E">
          <w:rPr>
            <w:rFonts w:ascii="Times New Roman" w:hAnsi="Times New Roman" w:cs="Times New Roman"/>
            <w:webHidden/>
            <w:sz w:val="24"/>
            <w:szCs w:val="24"/>
          </w:rPr>
          <w:tab/>
        </w:r>
        <w:r w:rsidR="00510E20" w:rsidRPr="000E133E">
          <w:rPr>
            <w:rFonts w:ascii="Times New Roman" w:hAnsi="Times New Roman" w:cs="Times New Roman"/>
            <w:webHidden/>
            <w:sz w:val="24"/>
            <w:szCs w:val="24"/>
          </w:rPr>
          <w:fldChar w:fldCharType="begin"/>
        </w:r>
        <w:r w:rsidR="00510E20" w:rsidRPr="000E133E">
          <w:rPr>
            <w:rFonts w:ascii="Times New Roman" w:hAnsi="Times New Roman" w:cs="Times New Roman"/>
            <w:webHidden/>
            <w:sz w:val="24"/>
            <w:szCs w:val="24"/>
          </w:rPr>
          <w:instrText xml:space="preserve"> PAGEREF _Toc509920777 \h </w:instrText>
        </w:r>
        <w:r w:rsidR="00510E20" w:rsidRPr="000E133E">
          <w:rPr>
            <w:rFonts w:ascii="Times New Roman" w:hAnsi="Times New Roman" w:cs="Times New Roman"/>
            <w:webHidden/>
            <w:sz w:val="24"/>
            <w:szCs w:val="24"/>
          </w:rPr>
        </w:r>
        <w:r w:rsidR="00510E20" w:rsidRPr="000E133E">
          <w:rPr>
            <w:rFonts w:ascii="Times New Roman" w:hAnsi="Times New Roman" w:cs="Times New Roman"/>
            <w:webHidden/>
            <w:sz w:val="24"/>
            <w:szCs w:val="24"/>
          </w:rPr>
          <w:fldChar w:fldCharType="separate"/>
        </w:r>
        <w:r w:rsidR="000746AB">
          <w:rPr>
            <w:rFonts w:ascii="Times New Roman" w:hAnsi="Times New Roman" w:cs="Times New Roman"/>
            <w:webHidden/>
            <w:sz w:val="24"/>
            <w:szCs w:val="24"/>
          </w:rPr>
          <w:t>17</w:t>
        </w:r>
        <w:r w:rsidR="00510E20" w:rsidRPr="000E133E">
          <w:rPr>
            <w:rFonts w:ascii="Times New Roman" w:hAnsi="Times New Roman" w:cs="Times New Roman"/>
            <w:webHidden/>
            <w:sz w:val="24"/>
            <w:szCs w:val="24"/>
          </w:rPr>
          <w:fldChar w:fldCharType="end"/>
        </w:r>
      </w:hyperlink>
    </w:p>
    <w:p w14:paraId="16F90578" w14:textId="77777777" w:rsidR="00706643" w:rsidRPr="000E133E" w:rsidRDefault="00706643" w:rsidP="009F44C5">
      <w:pPr>
        <w:spacing w:after="0" w:line="360" w:lineRule="auto"/>
        <w:rPr>
          <w:rFonts w:ascii="Times New Roman" w:hAnsi="Times New Roman" w:cs="Times New Roman"/>
          <w:sz w:val="24"/>
          <w:szCs w:val="24"/>
        </w:rPr>
      </w:pPr>
      <w:r w:rsidRPr="000E133E">
        <w:rPr>
          <w:rFonts w:ascii="Times New Roman" w:hAnsi="Times New Roman" w:cs="Times New Roman"/>
          <w:sz w:val="24"/>
          <w:szCs w:val="24"/>
        </w:rPr>
        <w:fldChar w:fldCharType="end"/>
      </w:r>
    </w:p>
    <w:p w14:paraId="6A5386D0" w14:textId="77777777" w:rsidR="00696F25" w:rsidRPr="000E133E" w:rsidRDefault="006F034F"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sz w:val="24"/>
          <w:szCs w:val="24"/>
        </w:rPr>
        <w:br w:type="page"/>
      </w:r>
      <w:r w:rsidR="00E6331A" w:rsidRPr="000E133E">
        <w:rPr>
          <w:rFonts w:ascii="Times New Roman" w:hAnsi="Times New Roman" w:cs="Times New Roman"/>
          <w:b/>
          <w:bCs/>
          <w:color w:val="0070C0"/>
          <w:sz w:val="24"/>
          <w:szCs w:val="24"/>
        </w:rPr>
        <w:t>1.</w:t>
      </w:r>
      <w:r w:rsidR="00E6331A" w:rsidRPr="000E133E">
        <w:rPr>
          <w:rFonts w:ascii="Times New Roman" w:hAnsi="Times New Roman" w:cs="Times New Roman"/>
          <w:b/>
          <w:bCs/>
          <w:color w:val="0070C0"/>
          <w:sz w:val="24"/>
          <w:szCs w:val="24"/>
        </w:rPr>
        <w:tab/>
        <w:t>Техническо изпълнение на проектите</w:t>
      </w:r>
    </w:p>
    <w:p w14:paraId="2167B893" w14:textId="77777777" w:rsidR="00AA7E2A"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При изпълнението на </w:t>
      </w:r>
      <w:r w:rsidR="008261F8">
        <w:rPr>
          <w:rFonts w:ascii="Times New Roman" w:hAnsi="Times New Roman" w:cs="Times New Roman"/>
          <w:bCs/>
          <w:sz w:val="24"/>
          <w:szCs w:val="24"/>
        </w:rPr>
        <w:t>проектното предложение (</w:t>
      </w:r>
      <w:r w:rsidRPr="000E133E">
        <w:rPr>
          <w:rFonts w:ascii="Times New Roman" w:hAnsi="Times New Roman" w:cs="Times New Roman"/>
          <w:bCs/>
          <w:sz w:val="24"/>
          <w:szCs w:val="24"/>
        </w:rPr>
        <w:t>ПП</w:t>
      </w:r>
      <w:r w:rsidR="008261F8">
        <w:rPr>
          <w:rFonts w:ascii="Times New Roman" w:hAnsi="Times New Roman" w:cs="Times New Roman"/>
          <w:bCs/>
          <w:sz w:val="24"/>
          <w:szCs w:val="24"/>
        </w:rPr>
        <w:t>)</w:t>
      </w:r>
      <w:r w:rsidRPr="000E133E">
        <w:rPr>
          <w:rFonts w:ascii="Times New Roman" w:hAnsi="Times New Roman" w:cs="Times New Roman"/>
          <w:bCs/>
          <w:sz w:val="24"/>
          <w:szCs w:val="24"/>
        </w:rPr>
        <w:t xml:space="preserve">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w:t>
      </w:r>
    </w:p>
    <w:p w14:paraId="23209F2B" w14:textId="68C73129" w:rsidR="00AA7E2A" w:rsidRPr="000E133E" w:rsidRDefault="00BE6984" w:rsidP="0048367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Бенефициентите трябва да зачитат посочените в </w:t>
      </w:r>
      <w:r w:rsidRPr="00072D2D">
        <w:rPr>
          <w:rFonts w:ascii="Times New Roman" w:hAnsi="Times New Roman" w:cs="Times New Roman"/>
          <w:bCs/>
          <w:sz w:val="24"/>
          <w:szCs w:val="24"/>
        </w:rPr>
        <w:t xml:space="preserve">Регламент (ЕС, </w:t>
      </w:r>
      <w:r w:rsidR="00D2439F" w:rsidRPr="00072D2D">
        <w:rPr>
          <w:rFonts w:ascii="Times New Roman" w:hAnsi="Times New Roman" w:cs="Times New Roman"/>
          <w:bCs/>
          <w:sz w:val="24"/>
          <w:szCs w:val="24"/>
        </w:rPr>
        <w:t>ЕВРАТОМ</w:t>
      </w:r>
      <w:r w:rsidRPr="00072D2D">
        <w:rPr>
          <w:rFonts w:ascii="Times New Roman" w:hAnsi="Times New Roman" w:cs="Times New Roman"/>
          <w:bCs/>
          <w:sz w:val="24"/>
          <w:szCs w:val="24"/>
        </w:rPr>
        <w:t>) 20</w:t>
      </w:r>
      <w:r w:rsidR="00483675" w:rsidRPr="00072D2D">
        <w:rPr>
          <w:rFonts w:ascii="Times New Roman" w:hAnsi="Times New Roman" w:cs="Times New Roman"/>
          <w:bCs/>
          <w:sz w:val="24"/>
          <w:szCs w:val="24"/>
        </w:rPr>
        <w:t>24</w:t>
      </w:r>
      <w:r w:rsidRPr="00072D2D">
        <w:rPr>
          <w:rFonts w:ascii="Times New Roman" w:hAnsi="Times New Roman" w:cs="Times New Roman"/>
          <w:bCs/>
          <w:sz w:val="24"/>
          <w:szCs w:val="24"/>
        </w:rPr>
        <w:t>/</w:t>
      </w:r>
      <w:r w:rsidR="00483675" w:rsidRPr="00072D2D">
        <w:rPr>
          <w:rFonts w:ascii="Times New Roman" w:hAnsi="Times New Roman" w:cs="Times New Roman"/>
          <w:bCs/>
          <w:sz w:val="24"/>
          <w:szCs w:val="24"/>
        </w:rPr>
        <w:t>2509</w:t>
      </w:r>
      <w:r w:rsidRPr="00072D2D">
        <w:rPr>
          <w:rFonts w:ascii="Times New Roman" w:hAnsi="Times New Roman" w:cs="Times New Roman"/>
          <w:bCs/>
          <w:sz w:val="24"/>
          <w:szCs w:val="24"/>
        </w:rPr>
        <w:t xml:space="preserve"> (Финансовия регламент)</w:t>
      </w:r>
      <w:r w:rsidRPr="000E133E">
        <w:rPr>
          <w:rFonts w:ascii="Times New Roman" w:hAnsi="Times New Roman" w:cs="Times New Roman"/>
          <w:bCs/>
          <w:sz w:val="24"/>
          <w:szCs w:val="24"/>
        </w:rPr>
        <w:t xml:space="preserve"> принципи, като добро финансово управление, прозрачност и </w:t>
      </w:r>
      <w:proofErr w:type="spellStart"/>
      <w:r w:rsidRPr="000E133E">
        <w:rPr>
          <w:rFonts w:ascii="Times New Roman" w:hAnsi="Times New Roman" w:cs="Times New Roman"/>
          <w:bCs/>
          <w:sz w:val="24"/>
          <w:szCs w:val="24"/>
        </w:rPr>
        <w:t>недискриминация</w:t>
      </w:r>
      <w:proofErr w:type="spellEnd"/>
      <w:r w:rsidRPr="000E133E">
        <w:rPr>
          <w:rFonts w:ascii="Times New Roman" w:hAnsi="Times New Roman" w:cs="Times New Roman"/>
          <w:bCs/>
          <w:sz w:val="24"/>
          <w:szCs w:val="24"/>
        </w:rPr>
        <w:t>.</w:t>
      </w:r>
    </w:p>
    <w:p w14:paraId="3586FE34" w14:textId="5AC9437D" w:rsidR="00696F25" w:rsidRPr="000E133E" w:rsidRDefault="003761BB" w:rsidP="003761BB">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Съгласно чл. 2, т. 65</w:t>
      </w:r>
      <w:r w:rsidR="00696F25" w:rsidRPr="000E133E">
        <w:rPr>
          <w:rFonts w:ascii="Times New Roman" w:hAnsi="Times New Roman" w:cs="Times New Roman"/>
          <w:bCs/>
          <w:sz w:val="24"/>
          <w:szCs w:val="24"/>
        </w:rPr>
        <w:t xml:space="preserve">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16D2D29B"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Съгласно чл. 33, параграф 1, букви а), б) и в) на Финансовия регламент:</w:t>
      </w:r>
    </w:p>
    <w:p w14:paraId="30E64340" w14:textId="63F5931D"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а) принципът икономичност се отнася за ресурсите, използвани от съответната </w:t>
      </w:r>
      <w:r w:rsidR="00AF6C17" w:rsidRPr="000E133E">
        <w:rPr>
          <w:rFonts w:ascii="Times New Roman" w:hAnsi="Times New Roman" w:cs="Times New Roman"/>
          <w:bCs/>
          <w:sz w:val="24"/>
          <w:szCs w:val="24"/>
        </w:rPr>
        <w:t>институция</w:t>
      </w:r>
      <w:r w:rsidRPr="000E133E">
        <w:rPr>
          <w:rFonts w:ascii="Times New Roman" w:hAnsi="Times New Roman" w:cs="Times New Roman"/>
          <w:bCs/>
          <w:sz w:val="24"/>
          <w:szCs w:val="24"/>
        </w:rPr>
        <w:t xml:space="preserve"> за осъществяване на нейните дейности, в подходящо количество и качество и на най-добрата цена;</w:t>
      </w:r>
    </w:p>
    <w:p w14:paraId="0CAEB7E8" w14:textId="77777777" w:rsidR="00696F25" w:rsidRPr="000E133E" w:rsidRDefault="00696F25"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25D207F7" w14:textId="77777777" w:rsidR="00696F25" w:rsidRPr="000E133E" w:rsidRDefault="00696F25" w:rsidP="000E133E">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w:t>
      </w:r>
      <w:r w:rsidR="00ED4AAD" w:rsidRPr="000E133E">
        <w:rPr>
          <w:rFonts w:ascii="Times New Roman" w:hAnsi="Times New Roman" w:cs="Times New Roman"/>
          <w:bCs/>
          <w:sz w:val="24"/>
          <w:szCs w:val="24"/>
        </w:rPr>
        <w:t>принципа на ефективност, който е свързан със степента, в която се постигат поставените цели посредством предприетите дейности</w:t>
      </w:r>
      <w:r w:rsidRPr="000E133E">
        <w:rPr>
          <w:rFonts w:ascii="Times New Roman" w:hAnsi="Times New Roman" w:cs="Times New Roman"/>
          <w:bCs/>
          <w:sz w:val="24"/>
          <w:szCs w:val="24"/>
        </w:rPr>
        <w:t>.</w:t>
      </w:r>
    </w:p>
    <w:p w14:paraId="0588498E" w14:textId="77777777" w:rsidR="00161A0D"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587A7040" w14:textId="77777777" w:rsidR="00161A0D" w:rsidRPr="000E133E" w:rsidRDefault="00161A0D" w:rsidP="00E51DAD">
      <w:pPr>
        <w:keepNext/>
        <w:keepLines/>
        <w:spacing w:after="0" w:line="360" w:lineRule="auto"/>
        <w:jc w:val="both"/>
        <w:outlineLvl w:val="1"/>
        <w:rPr>
          <w:rFonts w:ascii="Times New Roman" w:hAnsi="Times New Roman" w:cs="Times New Roman"/>
          <w:bCs/>
          <w:sz w:val="24"/>
          <w:szCs w:val="24"/>
        </w:rPr>
      </w:pPr>
    </w:p>
    <w:p w14:paraId="6C3132C5" w14:textId="77777777" w:rsidR="00E6331A" w:rsidRPr="000E133E" w:rsidRDefault="00D2450B"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 xml:space="preserve">ВАЖНО: </w:t>
      </w:r>
      <w:r w:rsidR="00E6331A" w:rsidRPr="000E133E">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28B40DE7" w14:textId="4D92A25C" w:rsidR="000F49D1" w:rsidRDefault="00D56475" w:rsidP="009F44C5">
      <w:pPr>
        <w:keepNext/>
        <w:keepLines/>
        <w:spacing w:after="0" w:line="360" w:lineRule="auto"/>
        <w:ind w:firstLine="708"/>
        <w:jc w:val="both"/>
        <w:outlineLvl w:val="1"/>
        <w:rPr>
          <w:rFonts w:ascii="Times New Roman" w:hAnsi="Times New Roman" w:cs="Times New Roman"/>
          <w:sz w:val="24"/>
          <w:szCs w:val="24"/>
        </w:rPr>
      </w:pPr>
      <w:r w:rsidRPr="000E133E">
        <w:rPr>
          <w:rFonts w:ascii="Times New Roman" w:hAnsi="Times New Roman" w:cs="Times New Roman"/>
          <w:sz w:val="24"/>
          <w:szCs w:val="24"/>
        </w:rPr>
        <w:t>.</w:t>
      </w:r>
    </w:p>
    <w:p w14:paraId="3675A282" w14:textId="700D40DF" w:rsidR="00E6331A" w:rsidRPr="000E133E" w:rsidRDefault="000F49D1" w:rsidP="009F44C5">
      <w:pPr>
        <w:keepNext/>
        <w:keepLines/>
        <w:spacing w:after="0" w:line="360" w:lineRule="auto"/>
        <w:ind w:firstLine="708"/>
        <w:jc w:val="both"/>
        <w:outlineLvl w:val="1"/>
        <w:rPr>
          <w:rFonts w:ascii="Times New Roman" w:hAnsi="Times New Roman" w:cs="Times New Roman"/>
          <w:bCs/>
          <w:sz w:val="24"/>
          <w:szCs w:val="24"/>
        </w:rPr>
      </w:pPr>
      <w:r w:rsidRPr="000F49D1">
        <w:rPr>
          <w:rFonts w:ascii="Times New Roman" w:hAnsi="Times New Roman" w:cs="Times New Roman"/>
          <w:sz w:val="24"/>
          <w:szCs w:val="24"/>
        </w:rPr>
        <w:t>Управляващият орган на ПМДРА осъществява последващ контрол на проведената/</w:t>
      </w:r>
      <w:proofErr w:type="spellStart"/>
      <w:r w:rsidRPr="000F49D1">
        <w:rPr>
          <w:rFonts w:ascii="Times New Roman" w:hAnsi="Times New Roman" w:cs="Times New Roman"/>
          <w:sz w:val="24"/>
          <w:szCs w:val="24"/>
        </w:rPr>
        <w:t>ите</w:t>
      </w:r>
      <w:proofErr w:type="spellEnd"/>
      <w:r w:rsidRPr="000F49D1">
        <w:rPr>
          <w:rFonts w:ascii="Times New Roman" w:hAnsi="Times New Roman" w:cs="Times New Roman"/>
          <w:sz w:val="24"/>
          <w:szCs w:val="24"/>
        </w:rPr>
        <w:t xml:space="preserve"> от бенефициентите процедура/и за избор на изпълнител/и на етап сключен от бенефициента договор с избрания изпълнител и след сключване на АДПБФП. В срок до 20 работни дни от датата на получаването на документацията по </w:t>
      </w:r>
      <w:r w:rsidR="006B40DF" w:rsidRPr="000F49D1">
        <w:rPr>
          <w:rFonts w:ascii="Times New Roman" w:hAnsi="Times New Roman" w:cs="Times New Roman"/>
          <w:sz w:val="24"/>
          <w:szCs w:val="24"/>
        </w:rPr>
        <w:t>проведените</w:t>
      </w:r>
      <w:r w:rsidRPr="000F49D1">
        <w:rPr>
          <w:rFonts w:ascii="Times New Roman" w:hAnsi="Times New Roman" w:cs="Times New Roman"/>
          <w:sz w:val="24"/>
          <w:szCs w:val="24"/>
        </w:rPr>
        <w:t xml:space="preserve"> процедури за избор на изпълнители, УО на ПМДРА извършва проверка. Срокът спира да тече, в случай че е изискана допълнителна информация. В резултат на извършената проверка, УО на ПМДРА уведомява с писмо чрез ИСУН бенефициента за резултата от извършения последващ контрол, като посочва на кои процедури за избор на изпълнител е осъществен такъв.  </w:t>
      </w:r>
      <w:r w:rsidR="00D56475" w:rsidRPr="000E133E">
        <w:rPr>
          <w:rFonts w:ascii="Times New Roman" w:hAnsi="Times New Roman" w:cs="Times New Roman"/>
          <w:sz w:val="24"/>
          <w:szCs w:val="24"/>
        </w:rPr>
        <w:t xml:space="preserve"> </w:t>
      </w:r>
    </w:p>
    <w:p w14:paraId="395188A5" w14:textId="477E99FB" w:rsidR="00CA1115" w:rsidRPr="00BE2E73" w:rsidRDefault="00332B93" w:rsidP="00BE2E73">
      <w:pPr>
        <w:spacing w:before="120" w:line="360" w:lineRule="auto"/>
        <w:ind w:right="113" w:firstLine="709"/>
        <w:jc w:val="both"/>
        <w:rPr>
          <w:rFonts w:ascii="Times New Roman" w:hAnsi="Times New Roman" w:cs="Times New Roman"/>
          <w:sz w:val="24"/>
          <w:szCs w:val="24"/>
        </w:rPr>
      </w:pPr>
      <w:r>
        <w:rPr>
          <w:rFonts w:ascii="Times New Roman" w:hAnsi="Times New Roman" w:cs="Times New Roman"/>
          <w:b/>
          <w:bCs/>
          <w:sz w:val="24"/>
          <w:szCs w:val="24"/>
        </w:rPr>
        <w:t>В</w:t>
      </w:r>
      <w:r w:rsidR="00485126" w:rsidRPr="000E133E">
        <w:rPr>
          <w:rFonts w:ascii="Times New Roman" w:hAnsi="Times New Roman" w:cs="Times New Roman"/>
          <w:b/>
          <w:bCs/>
          <w:sz w:val="24"/>
          <w:szCs w:val="24"/>
        </w:rPr>
        <w:t>АЖНО:</w:t>
      </w:r>
      <w:r w:rsidR="00485126" w:rsidRPr="000E133E">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w:t>
      </w:r>
      <w:r w:rsidR="00F61AA0" w:rsidRPr="000E133E">
        <w:rPr>
          <w:rFonts w:ascii="Times New Roman" w:hAnsi="Times New Roman" w:cs="Times New Roman"/>
          <w:bCs/>
          <w:sz w:val="24"/>
          <w:szCs w:val="24"/>
        </w:rPr>
        <w:t>избран изпълнител и сключен с него договор за предвидените дейности, както и да е започнало изпълнението на проекта</w:t>
      </w:r>
      <w:r w:rsidR="00485126" w:rsidRPr="000E133E">
        <w:rPr>
          <w:rFonts w:ascii="Times New Roman" w:hAnsi="Times New Roman" w:cs="Times New Roman"/>
          <w:bCs/>
          <w:sz w:val="24"/>
          <w:szCs w:val="24"/>
        </w:rPr>
        <w:t>.</w:t>
      </w:r>
      <w:r w:rsidR="002A5E54" w:rsidRPr="000E133E">
        <w:rPr>
          <w:rFonts w:ascii="Times New Roman" w:hAnsi="Times New Roman" w:cs="Times New Roman"/>
          <w:bCs/>
          <w:sz w:val="24"/>
          <w:szCs w:val="24"/>
        </w:rPr>
        <w:t xml:space="preserve"> </w:t>
      </w:r>
      <w:r w:rsidR="002A5E54" w:rsidRPr="000E133E">
        <w:rPr>
          <w:rFonts w:ascii="Times New Roman" w:hAnsi="Times New Roman" w:cs="Times New Roman"/>
          <w:sz w:val="24"/>
          <w:szCs w:val="24"/>
        </w:rPr>
        <w:t xml:space="preserve">Съгласно чл. 39, ал. 4 от Закона за управление на средствата от </w:t>
      </w:r>
      <w:r w:rsidR="00E032AF" w:rsidRPr="004D6AFD">
        <w:rPr>
          <w:rFonts w:ascii="Times New Roman" w:hAnsi="Times New Roman" w:cs="Times New Roman"/>
          <w:sz w:val="24"/>
          <w:szCs w:val="24"/>
        </w:rPr>
        <w:t xml:space="preserve">Европейските фондове при споделено управление, </w:t>
      </w:r>
      <w:r w:rsidR="00E032AF">
        <w:rPr>
          <w:rFonts w:ascii="Times New Roman" w:hAnsi="Times New Roman" w:cs="Times New Roman"/>
          <w:sz w:val="24"/>
          <w:szCs w:val="24"/>
        </w:rPr>
        <w:t>(ЗУС</w:t>
      </w:r>
      <w:r w:rsidR="002A5E54" w:rsidRPr="000E133E">
        <w:rPr>
          <w:rFonts w:ascii="Times New Roman" w:hAnsi="Times New Roman" w:cs="Times New Roman"/>
          <w:sz w:val="24"/>
          <w:szCs w:val="24"/>
        </w:rPr>
        <w:t>ЕФСУ</w:t>
      </w:r>
      <w:r w:rsidR="00E032AF">
        <w:rPr>
          <w:rFonts w:ascii="Times New Roman" w:hAnsi="Times New Roman" w:cs="Times New Roman"/>
          <w:sz w:val="24"/>
          <w:szCs w:val="24"/>
        </w:rPr>
        <w:t>)</w:t>
      </w:r>
      <w:r w:rsidR="002A5E54" w:rsidRPr="000E133E">
        <w:rPr>
          <w:rFonts w:ascii="Times New Roman" w:hAnsi="Times New Roman" w:cs="Times New Roman"/>
          <w:sz w:val="24"/>
          <w:szCs w:val="24"/>
        </w:rPr>
        <w:t xml:space="preserve">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w:t>
      </w:r>
      <w:r w:rsidR="001B2A99" w:rsidRPr="00FD29FB">
        <w:rPr>
          <w:rFonts w:ascii="Times New Roman" w:hAnsi="Times New Roman" w:cs="Times New Roman"/>
          <w:sz w:val="24"/>
          <w:szCs w:val="24"/>
        </w:rPr>
        <w:t>2</w:t>
      </w:r>
      <w:r w:rsidR="002A5E54" w:rsidRPr="000E133E">
        <w:rPr>
          <w:rFonts w:ascii="Times New Roman" w:hAnsi="Times New Roman" w:cs="Times New Roman"/>
          <w:sz w:val="24"/>
          <w:szCs w:val="24"/>
        </w:rPr>
        <w:t>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07F3F25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1.1.</w:t>
      </w:r>
      <w:r w:rsidRPr="000E133E">
        <w:rPr>
          <w:rFonts w:ascii="Times New Roman" w:hAnsi="Times New Roman" w:cs="Times New Roman"/>
          <w:b/>
          <w:bCs/>
          <w:color w:val="0070C0"/>
          <w:sz w:val="24"/>
          <w:szCs w:val="24"/>
        </w:rPr>
        <w:tab/>
        <w:t>Процедури за избор на изпълнител</w:t>
      </w:r>
    </w:p>
    <w:p w14:paraId="34A4C9A0" w14:textId="77777777" w:rsidR="00EE6A92" w:rsidRPr="000E133E" w:rsidRDefault="00E6331A" w:rsidP="00E51DAD">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Бенефициентите могат да извърш</w:t>
      </w:r>
      <w:r w:rsidR="00A0532B">
        <w:rPr>
          <w:rFonts w:ascii="Times New Roman" w:hAnsi="Times New Roman" w:cs="Times New Roman"/>
          <w:bCs/>
          <w:sz w:val="24"/>
          <w:szCs w:val="24"/>
        </w:rPr>
        <w:t>в</w:t>
      </w:r>
      <w:r w:rsidRPr="000E133E">
        <w:rPr>
          <w:rFonts w:ascii="Times New Roman" w:hAnsi="Times New Roman" w:cs="Times New Roman"/>
          <w:bCs/>
          <w:sz w:val="24"/>
          <w:szCs w:val="24"/>
        </w:rPr>
        <w:t>ат процедури за избор на изпълнител по следния ред:</w:t>
      </w:r>
    </w:p>
    <w:p w14:paraId="30D7C6AF" w14:textId="77777777" w:rsidR="00B96924" w:rsidRDefault="00187FA8" w:rsidP="009F44C5">
      <w:pPr>
        <w:keepNext/>
        <w:keepLines/>
        <w:spacing w:after="0" w:line="360" w:lineRule="auto"/>
        <w:ind w:firstLine="708"/>
        <w:jc w:val="both"/>
        <w:outlineLvl w:val="1"/>
      </w:pPr>
      <w:r w:rsidRPr="000E133E">
        <w:rPr>
          <w:rFonts w:ascii="Times New Roman" w:hAnsi="Times New Roman" w:cs="Times New Roman"/>
          <w:bCs/>
          <w:sz w:val="24"/>
          <w:szCs w:val="24"/>
        </w:rPr>
        <w:t>При избор на изпълнител б</w:t>
      </w:r>
      <w:r w:rsidR="00E6331A" w:rsidRPr="000E133E">
        <w:rPr>
          <w:rFonts w:ascii="Times New Roman" w:hAnsi="Times New Roman" w:cs="Times New Roman"/>
          <w:bCs/>
          <w:sz w:val="24"/>
          <w:szCs w:val="24"/>
        </w:rPr>
        <w:t>енефициентът задължително прилага указанията, заложени в настоящите Условия за изпълнение.</w:t>
      </w:r>
      <w:r w:rsidR="00515CFE" w:rsidRPr="000E133E">
        <w:rPr>
          <w:rFonts w:ascii="Times New Roman" w:hAnsi="Times New Roman" w:cs="Times New Roman"/>
          <w:bCs/>
          <w:sz w:val="24"/>
          <w:szCs w:val="24"/>
        </w:rPr>
        <w:t xml:space="preserve"> </w:t>
      </w:r>
      <w:r w:rsidR="00596276">
        <w:rPr>
          <w:rFonts w:ascii="Times New Roman" w:hAnsi="Times New Roman" w:cs="Times New Roman"/>
          <w:bCs/>
          <w:sz w:val="24"/>
          <w:szCs w:val="24"/>
        </w:rPr>
        <w:t>На к</w:t>
      </w:r>
      <w:r w:rsidR="00515CFE" w:rsidRPr="000E133E">
        <w:rPr>
          <w:rFonts w:ascii="Times New Roman" w:hAnsi="Times New Roman" w:cs="Times New Roman"/>
          <w:bCs/>
          <w:sz w:val="24"/>
          <w:szCs w:val="24"/>
        </w:rPr>
        <w:t xml:space="preserve">андидатите </w:t>
      </w:r>
      <w:r w:rsidR="00596276">
        <w:rPr>
          <w:rFonts w:ascii="Times New Roman" w:hAnsi="Times New Roman" w:cs="Times New Roman"/>
          <w:bCs/>
          <w:sz w:val="24"/>
          <w:szCs w:val="24"/>
        </w:rPr>
        <w:t>се дава възможност да</w:t>
      </w:r>
      <w:r w:rsidR="00515CFE" w:rsidRPr="000E133E">
        <w:rPr>
          <w:rFonts w:ascii="Times New Roman" w:hAnsi="Times New Roman" w:cs="Times New Roman"/>
          <w:bCs/>
          <w:sz w:val="24"/>
          <w:szCs w:val="24"/>
        </w:rPr>
        <w:t xml:space="preserve"> стартират процедурите за избор на изпълнител преди сключване на договор</w:t>
      </w:r>
      <w:r w:rsidR="003121EE" w:rsidRPr="000E133E">
        <w:rPr>
          <w:rFonts w:ascii="Times New Roman" w:hAnsi="Times New Roman" w:cs="Times New Roman"/>
          <w:bCs/>
          <w:sz w:val="24"/>
          <w:szCs w:val="24"/>
        </w:rPr>
        <w:t xml:space="preserve"> за предоставяне на безвъзмездна финансова помощ</w:t>
      </w:r>
      <w:r w:rsidR="00515CFE" w:rsidRPr="000E133E">
        <w:rPr>
          <w:rFonts w:ascii="Times New Roman" w:hAnsi="Times New Roman" w:cs="Times New Roman"/>
          <w:bCs/>
          <w:sz w:val="24"/>
          <w:szCs w:val="24"/>
        </w:rPr>
        <w:t>, но не по-рано от подаване на проектното предложение.</w:t>
      </w:r>
      <w:r w:rsidR="00B96924" w:rsidRPr="00B96924">
        <w:t xml:space="preserve"> </w:t>
      </w:r>
    </w:p>
    <w:p w14:paraId="60EDECF5" w14:textId="77777777" w:rsidR="00E6331A"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14:paraId="46F58219"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Бенефициентите могат да изберат изпълнител по следния ред:</w:t>
      </w:r>
    </w:p>
    <w:p w14:paraId="538CD1A5" w14:textId="77777777" w:rsidR="008967DD" w:rsidRPr="007D1E98" w:rsidRDefault="008967DD" w:rsidP="008967DD">
      <w:pPr>
        <w:keepNext/>
        <w:keepLines/>
        <w:spacing w:after="0" w:line="360" w:lineRule="auto"/>
        <w:ind w:firstLine="708"/>
        <w:jc w:val="both"/>
        <w:outlineLvl w:val="1"/>
        <w:rPr>
          <w:rFonts w:ascii="Times New Roman" w:hAnsi="Times New Roman" w:cs="Times New Roman"/>
          <w:b/>
          <w:sz w:val="24"/>
          <w:szCs w:val="24"/>
        </w:rPr>
      </w:pPr>
      <w:r w:rsidRPr="007D1E98">
        <w:rPr>
          <w:rFonts w:ascii="Times New Roman" w:hAnsi="Times New Roman" w:cs="Times New Roman"/>
          <w:b/>
          <w:sz w:val="24"/>
          <w:szCs w:val="24"/>
        </w:rPr>
        <w:t>А.</w:t>
      </w:r>
      <w:r w:rsidRPr="00FD29FB">
        <w:rPr>
          <w:rFonts w:ascii="Times New Roman" w:hAnsi="Times New Roman" w:cs="Times New Roman"/>
          <w:sz w:val="24"/>
          <w:szCs w:val="24"/>
        </w:rPr>
        <w:t xml:space="preserve"> </w:t>
      </w:r>
      <w:r w:rsidRPr="007D1E98">
        <w:rPr>
          <w:rFonts w:ascii="Times New Roman" w:hAnsi="Times New Roman" w:cs="Times New Roman"/>
          <w:b/>
          <w:sz w:val="24"/>
          <w:szCs w:val="24"/>
        </w:rPr>
        <w:t>Избор на изпълнител по реда на Закона за обществените поръчки:</w:t>
      </w:r>
    </w:p>
    <w:p w14:paraId="5C539B9A" w14:textId="434C8FE5" w:rsidR="008967DD" w:rsidRPr="00F33060" w:rsidRDefault="008967DD" w:rsidP="008967DD">
      <w:pPr>
        <w:keepNext/>
        <w:keepLines/>
        <w:spacing w:after="0" w:line="360" w:lineRule="auto"/>
        <w:ind w:firstLine="708"/>
        <w:jc w:val="both"/>
        <w:outlineLvl w:val="1"/>
        <w:rPr>
          <w:rFonts w:ascii="Times New Roman" w:hAnsi="Times New Roman" w:cs="Times New Roman"/>
          <w:sz w:val="24"/>
          <w:szCs w:val="24"/>
        </w:rPr>
      </w:pPr>
      <w:r w:rsidRPr="00F33060">
        <w:rPr>
          <w:rFonts w:ascii="Times New Roman" w:hAnsi="Times New Roman" w:cs="Times New Roman"/>
          <w:b/>
          <w:sz w:val="24"/>
          <w:szCs w:val="24"/>
        </w:rPr>
        <w:t>ВАЖНО:</w:t>
      </w:r>
      <w:r w:rsidRPr="00F33060">
        <w:rPr>
          <w:rFonts w:ascii="Times New Roman" w:hAnsi="Times New Roman" w:cs="Times New Roman"/>
          <w:sz w:val="24"/>
          <w:szCs w:val="24"/>
        </w:rPr>
        <w:t xml:space="preserve"> </w:t>
      </w:r>
      <w:r w:rsidRPr="00F33060">
        <w:rPr>
          <w:rFonts w:ascii="Times New Roman" w:hAnsi="Times New Roman" w:cs="Times New Roman"/>
          <w:b/>
          <w:sz w:val="24"/>
          <w:szCs w:val="24"/>
        </w:rPr>
        <w:t>Преди подаване на проектното предложение по настоящата процедура</w:t>
      </w:r>
      <w:r w:rsidRPr="00F33060">
        <w:rPr>
          <w:rFonts w:ascii="Times New Roman" w:hAnsi="Times New Roman" w:cs="Times New Roman"/>
          <w:sz w:val="24"/>
          <w:szCs w:val="24"/>
        </w:rPr>
        <w:t xml:space="preserve"> на кандидатите, възложители съгласно ЗОП се дава възможност да обявят обществените поръчки за дейностите, които ще се изпълняват по проекта. </w:t>
      </w:r>
    </w:p>
    <w:p w14:paraId="182B6367" w14:textId="0284F57A" w:rsidR="00FD55AD" w:rsidRPr="00F33060" w:rsidRDefault="00FD55AD" w:rsidP="00F33060">
      <w:pPr>
        <w:keepNext/>
        <w:keepLines/>
        <w:spacing w:after="0" w:line="360" w:lineRule="auto"/>
        <w:ind w:firstLine="708"/>
        <w:jc w:val="both"/>
        <w:outlineLvl w:val="1"/>
        <w:rPr>
          <w:rFonts w:ascii="Times New Roman" w:hAnsi="Times New Roman" w:cs="Times New Roman"/>
          <w:sz w:val="24"/>
          <w:szCs w:val="24"/>
        </w:rPr>
      </w:pPr>
      <w:r w:rsidRPr="00F33060">
        <w:rPr>
          <w:rFonts w:ascii="Times New Roman" w:hAnsi="Times New Roman" w:cs="Times New Roman"/>
          <w:sz w:val="24"/>
          <w:szCs w:val="24"/>
        </w:rPr>
        <w:t>При представяне на Формуляра за кандидатстване кандидат</w:t>
      </w:r>
      <w:r w:rsidR="005707D6" w:rsidRPr="00F33060">
        <w:rPr>
          <w:rFonts w:ascii="Times New Roman" w:hAnsi="Times New Roman" w:cs="Times New Roman"/>
          <w:sz w:val="24"/>
          <w:szCs w:val="24"/>
        </w:rPr>
        <w:t>ите</w:t>
      </w:r>
      <w:r w:rsidRPr="00F33060">
        <w:rPr>
          <w:rFonts w:ascii="Times New Roman" w:hAnsi="Times New Roman" w:cs="Times New Roman"/>
          <w:sz w:val="24"/>
          <w:szCs w:val="24"/>
        </w:rPr>
        <w:t xml:space="preserve"> следва да прилож</w:t>
      </w:r>
      <w:r w:rsidR="005707D6" w:rsidRPr="00F33060">
        <w:rPr>
          <w:rFonts w:ascii="Times New Roman" w:hAnsi="Times New Roman" w:cs="Times New Roman"/>
          <w:sz w:val="24"/>
          <w:szCs w:val="24"/>
        </w:rPr>
        <w:t>ат</w:t>
      </w:r>
      <w:r w:rsidRPr="00F33060">
        <w:rPr>
          <w:rFonts w:ascii="Times New Roman" w:hAnsi="Times New Roman" w:cs="Times New Roman"/>
          <w:sz w:val="24"/>
          <w:szCs w:val="24"/>
        </w:rPr>
        <w:t xml:space="preserve"> п</w:t>
      </w:r>
      <w:r w:rsidR="005707D6" w:rsidRPr="00F33060">
        <w:rPr>
          <w:rFonts w:ascii="Times New Roman" w:hAnsi="Times New Roman" w:cs="Times New Roman"/>
          <w:sz w:val="24"/>
          <w:szCs w:val="24"/>
        </w:rPr>
        <w:t>опълнено П</w:t>
      </w:r>
      <w:r w:rsidRPr="00F33060">
        <w:rPr>
          <w:rFonts w:ascii="Times New Roman" w:hAnsi="Times New Roman" w:cs="Times New Roman"/>
          <w:sz w:val="24"/>
          <w:szCs w:val="24"/>
        </w:rPr>
        <w:t xml:space="preserve">риложение № </w:t>
      </w:r>
      <w:r w:rsidR="005707D6" w:rsidRPr="00F33060">
        <w:rPr>
          <w:rFonts w:ascii="Times New Roman" w:hAnsi="Times New Roman" w:cs="Times New Roman"/>
          <w:sz w:val="24"/>
          <w:szCs w:val="24"/>
        </w:rPr>
        <w:t>22</w:t>
      </w:r>
      <w:r w:rsidRPr="00F33060">
        <w:rPr>
          <w:rFonts w:ascii="Times New Roman" w:hAnsi="Times New Roman" w:cs="Times New Roman"/>
          <w:sz w:val="24"/>
          <w:szCs w:val="24"/>
        </w:rPr>
        <w:t xml:space="preserve"> „Справка за процедури за избор на изпълнител и начина за определяне на прогнозните стойности“ и приложени доказателства за определяне произхода на цените.</w:t>
      </w:r>
    </w:p>
    <w:p w14:paraId="0E855C08" w14:textId="5B4F9C4C" w:rsidR="008967DD" w:rsidRPr="00FD29FB" w:rsidRDefault="00F33060" w:rsidP="008967DD">
      <w:pPr>
        <w:keepNext/>
        <w:keepLines/>
        <w:spacing w:after="0" w:line="36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В</w:t>
      </w:r>
      <w:r w:rsidR="008967DD" w:rsidRPr="00FD29FB">
        <w:rPr>
          <w:rFonts w:ascii="Times New Roman" w:hAnsi="Times New Roman" w:cs="Times New Roman"/>
          <w:sz w:val="24"/>
          <w:szCs w:val="24"/>
        </w:rPr>
        <w:t xml:space="preserve"> срок до 5 работни дни от сключване на договор с избрания изпълнител бенефициентите са длъжни да уведомят писмено УО на ПМДРА за подписания договор, чрез въвеждането му в Информационната система за управление и наблюдение на средствата от Европейските структурни и инвестиционни фондове (ИСУН). </w:t>
      </w:r>
    </w:p>
    <w:p w14:paraId="2D2866C4"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Цялата документация, свързана с провеждането на обществената поръчка, следва да бъде представена от бенефициента на УО на ПМДРА чрез ИСУН, като задължително го уведомява за това чрез модул „Комуникация“.</w:t>
      </w:r>
    </w:p>
    <w:p w14:paraId="01FB281A"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ПМДРА.</w:t>
      </w:r>
    </w:p>
    <w:p w14:paraId="1B3E1815" w14:textId="5B39BB3D" w:rsidR="008967DD" w:rsidRPr="00FD29FB" w:rsidRDefault="008967DD" w:rsidP="0064726C">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може да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382E9EAB"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установяване на нередности по смисъла на чл. 2, параграф 31 от Регламент (ЕС) № 2021/1060  в проведената процедура, УО на ПМДРА налага финансова корекция по реда на чл. 70 и следващите от ЗУСЕФСУ.</w:t>
      </w:r>
    </w:p>
    <w:p w14:paraId="6F89EA1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Правата и задълженията, които възникват за бенефициента, са описани в приложения образец на АДПБФП по ПМДРА 2021-2027 (Приложение № 8) и Общите условия към финансираните по процедурата договори за безвъзмездна финансова помощ (Приложение № 9).</w:t>
      </w:r>
    </w:p>
    <w:p w14:paraId="18E5C095" w14:textId="7970759B"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ЗУСЕФСУ – Наредбата за администриране на нередности по Европейските структурни и инвестиционни фондове, приета с Постановление № </w:t>
      </w:r>
      <w:r w:rsidR="00040428">
        <w:rPr>
          <w:rFonts w:ascii="Times New Roman" w:hAnsi="Times New Roman" w:cs="Times New Roman"/>
          <w:sz w:val="24"/>
          <w:szCs w:val="24"/>
        </w:rPr>
        <w:t>1</w:t>
      </w:r>
      <w:r w:rsidRPr="00FD29FB">
        <w:rPr>
          <w:rFonts w:ascii="Times New Roman" w:hAnsi="Times New Roman" w:cs="Times New Roman"/>
          <w:sz w:val="24"/>
          <w:szCs w:val="24"/>
        </w:rPr>
        <w:t>11 от 10.08.2023 г. на Министерския съвет, и съобразно подписаната от него Декларация за нередности по образец.</w:t>
      </w:r>
    </w:p>
    <w:p w14:paraId="4119DA56"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7D1E98">
        <w:rPr>
          <w:rFonts w:ascii="Times New Roman" w:hAnsi="Times New Roman" w:cs="Times New Roman"/>
          <w:b/>
          <w:sz w:val="24"/>
          <w:szCs w:val="24"/>
        </w:rPr>
        <w:t>Б. „Процедура за избор с публична покана“</w:t>
      </w:r>
      <w:r w:rsidRPr="00FD29FB">
        <w:rPr>
          <w:rFonts w:ascii="Times New Roman" w:hAnsi="Times New Roman" w:cs="Times New Roman"/>
          <w:sz w:val="24"/>
          <w:szCs w:val="24"/>
        </w:rPr>
        <w:t xml:space="preserve"> 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17D9F6A7"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При избор на изпълнител с публична покана, на кандидатите се предоставя възможност да проведат процедури за избор на изпълнител по реда на ПМС № 4 от 2024 г. </w:t>
      </w:r>
      <w:r w:rsidRPr="00375BE4">
        <w:rPr>
          <w:rFonts w:ascii="Times New Roman" w:hAnsi="Times New Roman" w:cs="Times New Roman"/>
          <w:b/>
          <w:sz w:val="24"/>
          <w:szCs w:val="24"/>
        </w:rPr>
        <w:t>преди подаване на формуляра</w:t>
      </w:r>
      <w:r w:rsidRPr="00FD29FB">
        <w:rPr>
          <w:rFonts w:ascii="Times New Roman" w:hAnsi="Times New Roman" w:cs="Times New Roman"/>
          <w:sz w:val="24"/>
          <w:szCs w:val="24"/>
        </w:rPr>
        <w:t xml:space="preserve"> за кандидатстване.</w:t>
      </w:r>
    </w:p>
    <w:p w14:paraId="1FD81D3E"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При избор на изпълнител бенефициентите задължително прилагат разпоредбите на настоящите Условия за изпълнение (УИ). </w:t>
      </w:r>
    </w:p>
    <w:p w14:paraId="40E68C52" w14:textId="2A635C22"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C92D90">
        <w:rPr>
          <w:rFonts w:ascii="Times New Roman" w:hAnsi="Times New Roman" w:cs="Times New Roman"/>
          <w:b/>
          <w:sz w:val="24"/>
          <w:szCs w:val="24"/>
        </w:rPr>
        <w:t>ВАЖНО:</w:t>
      </w:r>
      <w:r w:rsidRPr="00FD29FB">
        <w:rPr>
          <w:rFonts w:ascii="Times New Roman" w:hAnsi="Times New Roman" w:cs="Times New Roman"/>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ПМС № 4 от 2024 г. Същото може да бъде намерено на следния интернет адрес: </w:t>
      </w:r>
      <w:hyperlink r:id="rId8" w:history="1">
        <w:r w:rsidR="00C92D90" w:rsidRPr="009A76CC">
          <w:rPr>
            <w:rStyle w:val="Hyperlink"/>
            <w:rFonts w:ascii="Times New Roman" w:hAnsi="Times New Roman" w:cs="Times New Roman"/>
            <w:sz w:val="24"/>
            <w:szCs w:val="24"/>
          </w:rPr>
          <w:t>https://eufunds.bg/bg/pmdr/node/15348</w:t>
        </w:r>
      </w:hyperlink>
      <w:r w:rsidR="00C92D90">
        <w:rPr>
          <w:rFonts w:ascii="Times New Roman" w:hAnsi="Times New Roman" w:cs="Times New Roman"/>
          <w:sz w:val="24"/>
          <w:szCs w:val="24"/>
        </w:rPr>
        <w:t xml:space="preserve">. </w:t>
      </w:r>
    </w:p>
    <w:p w14:paraId="67A1F37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4B06EA1C" w14:textId="1BA2BDBA" w:rsidR="008967DD" w:rsidRPr="00FD29FB" w:rsidRDefault="008967DD" w:rsidP="00F40FF1">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w:t>
      </w:r>
      <w:r w:rsidR="00F40FF1">
        <w:rPr>
          <w:rFonts w:ascii="Times New Roman" w:hAnsi="Times New Roman" w:cs="Times New Roman"/>
          <w:sz w:val="24"/>
          <w:szCs w:val="24"/>
        </w:rPr>
        <w:t>интензитетът</w:t>
      </w:r>
      <w:r w:rsidR="00F40FF1" w:rsidRPr="00FD29FB">
        <w:rPr>
          <w:rFonts w:ascii="Times New Roman" w:hAnsi="Times New Roman" w:cs="Times New Roman"/>
          <w:sz w:val="24"/>
          <w:szCs w:val="24"/>
        </w:rPr>
        <w:t xml:space="preserve"> </w:t>
      </w:r>
      <w:r w:rsidRPr="00FD29FB">
        <w:rPr>
          <w:rFonts w:ascii="Times New Roman" w:hAnsi="Times New Roman" w:cs="Times New Roman"/>
          <w:sz w:val="24"/>
          <w:szCs w:val="24"/>
        </w:rPr>
        <w:t xml:space="preserve">на предоставената безвъзмездна финансова помощ е по-голям от 50 на сто от общата сума на одобрения проект и прогнозната стойност за: </w:t>
      </w:r>
    </w:p>
    <w:p w14:paraId="63501CF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строителство, в т. ч. съфинансирането от страна на бенефициента, без данък върху добавената стойност, е равна или по-висока от 50 000 лв. (или </w:t>
      </w:r>
      <w:proofErr w:type="spellStart"/>
      <w:r w:rsidRPr="00FD29FB">
        <w:rPr>
          <w:rFonts w:ascii="Times New Roman" w:hAnsi="Times New Roman" w:cs="Times New Roman"/>
          <w:sz w:val="24"/>
          <w:szCs w:val="24"/>
        </w:rPr>
        <w:t>евровата</w:t>
      </w:r>
      <w:proofErr w:type="spellEnd"/>
      <w:r w:rsidRPr="00FD29FB">
        <w:rPr>
          <w:rFonts w:ascii="Times New Roman" w:hAnsi="Times New Roman" w:cs="Times New Roman"/>
          <w:sz w:val="24"/>
          <w:szCs w:val="24"/>
        </w:rPr>
        <w:t xml:space="preserve"> равностойност на 50 000 лв.);</w:t>
      </w:r>
    </w:p>
    <w:p w14:paraId="137540E6"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доставки или услуги, в т. ч. съфинансирането от страна на бенефициента, без данък върху добавената стойност, е равна или по-висока от 30 000 лв. (или </w:t>
      </w:r>
      <w:proofErr w:type="spellStart"/>
      <w:r w:rsidRPr="00FD29FB">
        <w:rPr>
          <w:rFonts w:ascii="Times New Roman" w:hAnsi="Times New Roman" w:cs="Times New Roman"/>
          <w:sz w:val="24"/>
          <w:szCs w:val="24"/>
        </w:rPr>
        <w:t>евровата</w:t>
      </w:r>
      <w:proofErr w:type="spellEnd"/>
      <w:r w:rsidRPr="00FD29FB">
        <w:rPr>
          <w:rFonts w:ascii="Times New Roman" w:hAnsi="Times New Roman" w:cs="Times New Roman"/>
          <w:sz w:val="24"/>
          <w:szCs w:val="24"/>
        </w:rPr>
        <w:t xml:space="preserve"> равностойност на 30 000 лв.).</w:t>
      </w:r>
    </w:p>
    <w:p w14:paraId="14477E5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Крайният срок за подаване на офертите в процедурата не може да бъде по-кратък от 7 дни от публикуването на поканата. </w:t>
      </w:r>
    </w:p>
    <w:p w14:paraId="15C78237"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АДПБФП, този срок започва да тече от датата на въвеждането на АДПБФП в ИСУН.</w:t>
      </w:r>
    </w:p>
    <w:p w14:paraId="21DB35F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71B16711"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на изпълнител/и.</w:t>
      </w:r>
    </w:p>
    <w:p w14:paraId="3DCBF56E" w14:textId="77777777" w:rsidR="008967DD" w:rsidRPr="009152F9" w:rsidRDefault="008967DD" w:rsidP="008967DD">
      <w:pPr>
        <w:keepNext/>
        <w:keepLines/>
        <w:spacing w:after="0" w:line="360" w:lineRule="auto"/>
        <w:ind w:firstLine="708"/>
        <w:jc w:val="both"/>
        <w:outlineLvl w:val="1"/>
        <w:rPr>
          <w:rFonts w:ascii="Times New Roman" w:hAnsi="Times New Roman" w:cs="Times New Roman"/>
          <w:b/>
          <w:sz w:val="24"/>
          <w:szCs w:val="24"/>
        </w:rPr>
      </w:pPr>
      <w:r w:rsidRPr="009152F9">
        <w:rPr>
          <w:rFonts w:ascii="Times New Roman" w:hAnsi="Times New Roman" w:cs="Times New Roman"/>
          <w:b/>
          <w:sz w:val="24"/>
          <w:szCs w:val="24"/>
        </w:rPr>
        <w:t>В. Избор на изпълнител „Чрез представяне на поне три съпоставими независими и конкурентни оферти“:</w:t>
      </w:r>
    </w:p>
    <w:p w14:paraId="54935959"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„Чрез представяне на поне три съпоставими, независими и конкурентни оферти“, бенефициентите предоставят поне три съпоставими, независими и конкурентни оферти, когато: </w:t>
      </w:r>
    </w:p>
    <w:p w14:paraId="33D783C0" w14:textId="07C467EC" w:rsidR="008967DD" w:rsidRPr="00FD29FB" w:rsidRDefault="008967DD" w:rsidP="00985667">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Бенефициентът не е възложител по смисъла на Закона за обществени поръчки и </w:t>
      </w:r>
      <w:r w:rsidR="00F40FF1">
        <w:rPr>
          <w:rFonts w:ascii="Times New Roman" w:hAnsi="Times New Roman" w:cs="Times New Roman"/>
          <w:sz w:val="24"/>
          <w:szCs w:val="24"/>
        </w:rPr>
        <w:t>интензитетът</w:t>
      </w:r>
      <w:r w:rsidRPr="00FD29FB">
        <w:rPr>
          <w:rFonts w:ascii="Times New Roman" w:hAnsi="Times New Roman" w:cs="Times New Roman"/>
          <w:sz w:val="24"/>
          <w:szCs w:val="24"/>
        </w:rPr>
        <w:t xml:space="preserve"> на предоставената безвъзмездна финансова помощ е равен или по-малък от 50 на сто от общата сума на одобрения проект;</w:t>
      </w:r>
    </w:p>
    <w:p w14:paraId="6DE61D1C" w14:textId="24913EFA" w:rsidR="008967DD" w:rsidRPr="00FD29FB" w:rsidRDefault="008967DD" w:rsidP="00F40FF1">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Бенефициентът не е възложител по смисъла на Закона за обществени поръчки и  </w:t>
      </w:r>
      <w:r w:rsidR="00F40FF1">
        <w:rPr>
          <w:rFonts w:ascii="Times New Roman" w:hAnsi="Times New Roman" w:cs="Times New Roman"/>
          <w:sz w:val="24"/>
          <w:szCs w:val="24"/>
        </w:rPr>
        <w:t>интензитетът</w:t>
      </w:r>
      <w:r w:rsidR="00F40FF1" w:rsidRPr="00FD29FB">
        <w:rPr>
          <w:rFonts w:ascii="Times New Roman" w:hAnsi="Times New Roman" w:cs="Times New Roman"/>
          <w:sz w:val="24"/>
          <w:szCs w:val="24"/>
        </w:rPr>
        <w:t xml:space="preserve"> </w:t>
      </w:r>
      <w:r w:rsidRPr="00FD29FB">
        <w:rPr>
          <w:rFonts w:ascii="Times New Roman" w:hAnsi="Times New Roman" w:cs="Times New Roman"/>
          <w:sz w:val="24"/>
          <w:szCs w:val="24"/>
        </w:rPr>
        <w:t xml:space="preserve">на предоставената безвъзмездна финансова помощ е по-голям от 50 на сто от общата сума на одобрения проект и прогнозната стойност за: </w:t>
      </w:r>
    </w:p>
    <w:p w14:paraId="2FF7BC80"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строителство, в т. ч. съфинансирането от страна на бенефициента, без данък върху добавената стойност, е по-ниска от 50 000 лв. (или </w:t>
      </w:r>
      <w:proofErr w:type="spellStart"/>
      <w:r w:rsidRPr="00FD29FB">
        <w:rPr>
          <w:rFonts w:ascii="Times New Roman" w:hAnsi="Times New Roman" w:cs="Times New Roman"/>
          <w:sz w:val="24"/>
          <w:szCs w:val="24"/>
        </w:rPr>
        <w:t>евровата</w:t>
      </w:r>
      <w:proofErr w:type="spellEnd"/>
      <w:r w:rsidRPr="00FD29FB">
        <w:rPr>
          <w:rFonts w:ascii="Times New Roman" w:hAnsi="Times New Roman" w:cs="Times New Roman"/>
          <w:sz w:val="24"/>
          <w:szCs w:val="24"/>
        </w:rPr>
        <w:t xml:space="preserve"> равностойност на 50 000 лв.);</w:t>
      </w:r>
    </w:p>
    <w:p w14:paraId="4E0741C2"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доставки или услуги, в т. ч. съфинансирането от страна на бенефициента, без данък върху добавената стойност, е по-ниска от 30 000 лв. (или </w:t>
      </w:r>
      <w:proofErr w:type="spellStart"/>
      <w:r w:rsidRPr="00FD29FB">
        <w:rPr>
          <w:rFonts w:ascii="Times New Roman" w:hAnsi="Times New Roman" w:cs="Times New Roman"/>
          <w:sz w:val="24"/>
          <w:szCs w:val="24"/>
        </w:rPr>
        <w:t>евровата</w:t>
      </w:r>
      <w:proofErr w:type="spellEnd"/>
      <w:r w:rsidRPr="00FD29FB">
        <w:rPr>
          <w:rFonts w:ascii="Times New Roman" w:hAnsi="Times New Roman" w:cs="Times New Roman"/>
          <w:sz w:val="24"/>
          <w:szCs w:val="24"/>
        </w:rPr>
        <w:t xml:space="preserve"> равностойност на 50 000 лв.);</w:t>
      </w:r>
    </w:p>
    <w:p w14:paraId="07727F5B"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този случай Бенефициентите определят изпълнител между получените поне три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Предложените в офертата дейности (доставка, услуга или строителство), следва да съответстват на заложените в одобрения проект.</w:t>
      </w:r>
    </w:p>
    <w:p w14:paraId="4E8C6B4C"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0F6CB3">
        <w:rPr>
          <w:rFonts w:ascii="Times New Roman" w:hAnsi="Times New Roman" w:cs="Times New Roman"/>
          <w:b/>
          <w:sz w:val="24"/>
          <w:szCs w:val="24"/>
        </w:rPr>
        <w:t>„Независими оферти“</w:t>
      </w:r>
      <w:r w:rsidRPr="00FD29FB">
        <w:rPr>
          <w:rFonts w:ascii="Times New Roman" w:hAnsi="Times New Roman" w:cs="Times New Roman"/>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7BFD270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0F6CB3">
        <w:rPr>
          <w:rFonts w:ascii="Times New Roman" w:hAnsi="Times New Roman" w:cs="Times New Roman"/>
          <w:b/>
          <w:sz w:val="24"/>
          <w:szCs w:val="24"/>
        </w:rPr>
        <w:t>„Съпоставими оферти“</w:t>
      </w:r>
      <w:r w:rsidRPr="00FD29FB">
        <w:rPr>
          <w:rFonts w:ascii="Times New Roman" w:hAnsi="Times New Roman" w:cs="Times New Roman"/>
          <w:sz w:val="24"/>
          <w:szCs w:val="24"/>
        </w:rPr>
        <w:t xml:space="preserve"> са оферти, които съдържат:</w:t>
      </w:r>
    </w:p>
    <w:p w14:paraId="39CE8737"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43261CD3"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282CAE4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p w14:paraId="5527D681"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г) еднотипно описание на видовете дейности - в случаите, когато се кандидатства за разходи за услуги. </w:t>
      </w:r>
    </w:p>
    <w:p w14:paraId="745CE97A"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Офертите трябва да са независими, съпоставими и конкурентни, да съдържат минимум името на оферента, ЕИК/БУЛСТАТ, описание на предложението/подробна техническа спецификация/характеристика (марка, модел, ако е приложимо) /функционалност, предложена цена, срок на валидност на офертата, датата на издаване на офертата, подпис/електронен подпис на оферента. Офертата трябва да е подписана от лице с право да представлява оферента. Цената трябва да бъде определена в лева или евро с описан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2B75ECA0" w14:textId="0CA4C452" w:rsidR="008967DD"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280C4725" w14:textId="5DD4019F" w:rsidR="00985667" w:rsidRPr="00FD29FB" w:rsidRDefault="00985667" w:rsidP="008967DD">
      <w:pPr>
        <w:keepNext/>
        <w:keepLines/>
        <w:spacing w:after="0" w:line="360" w:lineRule="auto"/>
        <w:ind w:firstLine="708"/>
        <w:jc w:val="both"/>
        <w:outlineLvl w:val="1"/>
        <w:rPr>
          <w:rFonts w:ascii="Times New Roman" w:hAnsi="Times New Roman" w:cs="Times New Roman"/>
          <w:sz w:val="24"/>
          <w:szCs w:val="24"/>
        </w:rPr>
      </w:pPr>
      <w:r w:rsidRPr="00985667">
        <w:rPr>
          <w:rFonts w:ascii="Times New Roman" w:hAnsi="Times New Roman" w:cs="Times New Roman"/>
          <w:sz w:val="24"/>
          <w:szCs w:val="24"/>
        </w:rPr>
        <w:t xml:space="preserve">При избор на изпълнител </w:t>
      </w:r>
      <w:r>
        <w:rPr>
          <w:rFonts w:ascii="Times New Roman" w:hAnsi="Times New Roman" w:cs="Times New Roman"/>
          <w:sz w:val="24"/>
          <w:szCs w:val="24"/>
        </w:rPr>
        <w:t>ч</w:t>
      </w:r>
      <w:r w:rsidRPr="00985667">
        <w:rPr>
          <w:rFonts w:ascii="Times New Roman" w:hAnsi="Times New Roman" w:cs="Times New Roman"/>
          <w:sz w:val="24"/>
          <w:szCs w:val="24"/>
        </w:rPr>
        <w:t xml:space="preserve">рез представяне на поне три съпоставими </w:t>
      </w:r>
      <w:r>
        <w:rPr>
          <w:rFonts w:ascii="Times New Roman" w:hAnsi="Times New Roman" w:cs="Times New Roman"/>
          <w:sz w:val="24"/>
          <w:szCs w:val="24"/>
        </w:rPr>
        <w:t xml:space="preserve">независими и конкурентни оферти </w:t>
      </w:r>
      <w:r w:rsidRPr="00985667">
        <w:rPr>
          <w:rFonts w:ascii="Times New Roman" w:hAnsi="Times New Roman" w:cs="Times New Roman"/>
          <w:sz w:val="24"/>
          <w:szCs w:val="24"/>
        </w:rPr>
        <w:t>на кандидатите се предоставя възможност да проведат процедури преди подаване на формуляра за кандидатстване.</w:t>
      </w:r>
    </w:p>
    <w:p w14:paraId="660380FA"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2F77E245"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последващ контрол за законосъобразност на проведения избор на изпълнител „Чрез представяне на поне три съпоставими независими и конкурентни оферти“, като задължително го уведомява за това чрез модул „Кореспонденция“. </w:t>
      </w:r>
    </w:p>
    <w:p w14:paraId="253036A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този случай бенефициентът представя на УО на ПМДРА, чрез ИСУН, минимум следните документи:</w:t>
      </w:r>
    </w:p>
    <w:p w14:paraId="45AE5AD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запитване за оферта;</w:t>
      </w:r>
    </w:p>
    <w:p w14:paraId="4CE0F68D"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събраните поне 3 оферти; </w:t>
      </w:r>
    </w:p>
    <w:p w14:paraId="6D5F5B62"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обосновка в свободен текст за направения избор на база на събраните оферти; </w:t>
      </w:r>
    </w:p>
    <w:p w14:paraId="7E41A879"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 xml:space="preserve">- договор с избрания изпълнител. </w:t>
      </w:r>
    </w:p>
    <w:p w14:paraId="37E91D1F"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50F0F26"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DC4D2F6" w14:textId="4C123DDB"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DA13BF">
        <w:rPr>
          <w:rFonts w:ascii="Times New Roman" w:hAnsi="Times New Roman" w:cs="Times New Roman"/>
          <w:b/>
          <w:sz w:val="24"/>
          <w:szCs w:val="24"/>
        </w:rPr>
        <w:t>ВАЖНО:</w:t>
      </w:r>
      <w:r w:rsidRPr="00FD29FB">
        <w:rPr>
          <w:rFonts w:ascii="Times New Roman" w:hAnsi="Times New Roman" w:cs="Times New Roman"/>
          <w:sz w:val="24"/>
          <w:szCs w:val="24"/>
        </w:rPr>
        <w:t xml:space="preserve"> В случай на установяване на нередности по смисъла на чл. 2, т. 31 и 33 от Регламент (ЕС) № 2021/1060 на Европейския парламент и на Съвета от 24 юни 2021 година за определяне на общо</w:t>
      </w:r>
      <w:r w:rsidR="00804C59">
        <w:rPr>
          <w:rFonts w:ascii="Times New Roman" w:hAnsi="Times New Roman" w:cs="Times New Roman"/>
          <w:sz w:val="24"/>
          <w:szCs w:val="24"/>
        </w:rPr>
        <w:t xml:space="preserve"> </w:t>
      </w:r>
      <w:r w:rsidRPr="00FD29FB">
        <w:rPr>
          <w:rFonts w:ascii="Times New Roman" w:hAnsi="Times New Roman" w:cs="Times New Roman"/>
          <w:sz w:val="24"/>
          <w:szCs w:val="24"/>
        </w:rPr>
        <w:t>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2DDFD02" w14:textId="77777777" w:rsidR="008967DD" w:rsidRPr="00FD29FB" w:rsidRDefault="008967DD" w:rsidP="008967DD">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Правата и задълженията, които възникват за бенефициента, са описани в приложения образец на АДПБФП по ПМДРА (Приложение № 8) и Общите условия към финансираните по процедурата договори за безвъзмездна финансова помощ (Приложение № 9).</w:t>
      </w:r>
    </w:p>
    <w:p w14:paraId="3D2B76C3" w14:textId="6E1D7B0D" w:rsidR="008967DD" w:rsidRPr="00FD29FB" w:rsidRDefault="008967DD" w:rsidP="0064726C">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Постановление № 111 на Министерския съвет от 10.08. 2023 г., и съобразно подписаната от него Декларация за нередности по образец (част от Приложение № 1</w:t>
      </w:r>
      <w:r w:rsidR="0064726C" w:rsidRPr="00FD29FB">
        <w:rPr>
          <w:rFonts w:ascii="Times New Roman" w:hAnsi="Times New Roman" w:cs="Times New Roman"/>
          <w:sz w:val="24"/>
          <w:szCs w:val="24"/>
        </w:rPr>
        <w:t>8</w:t>
      </w:r>
      <w:r w:rsidRPr="00FD29FB">
        <w:rPr>
          <w:rFonts w:ascii="Times New Roman" w:hAnsi="Times New Roman" w:cs="Times New Roman"/>
          <w:sz w:val="24"/>
          <w:szCs w:val="24"/>
        </w:rPr>
        <w:t>).</w:t>
      </w:r>
    </w:p>
    <w:p w14:paraId="5E648B89" w14:textId="77777777" w:rsidR="00E6331A" w:rsidRPr="00FD29FB" w:rsidRDefault="00E6331A" w:rsidP="009F44C5">
      <w:pPr>
        <w:keepNext/>
        <w:keepLines/>
        <w:spacing w:after="0" w:line="360" w:lineRule="auto"/>
        <w:ind w:firstLine="708"/>
        <w:jc w:val="both"/>
        <w:outlineLvl w:val="1"/>
        <w:rPr>
          <w:rFonts w:ascii="Times New Roman" w:hAnsi="Times New Roman" w:cs="Times New Roman"/>
          <w:sz w:val="24"/>
          <w:szCs w:val="24"/>
        </w:rPr>
      </w:pPr>
      <w:r w:rsidRPr="00FD29FB">
        <w:rPr>
          <w:rFonts w:ascii="Times New Roman" w:hAnsi="Times New Roman" w:cs="Times New Roman"/>
          <w:sz w:val="24"/>
          <w:szCs w:val="24"/>
        </w:rPr>
        <w:t>В случаите, когато проект</w:t>
      </w:r>
      <w:r w:rsidR="00E82AAD" w:rsidRPr="00FD29FB">
        <w:rPr>
          <w:rFonts w:ascii="Times New Roman" w:hAnsi="Times New Roman" w:cs="Times New Roman"/>
          <w:sz w:val="24"/>
          <w:szCs w:val="24"/>
        </w:rPr>
        <w:t>ът</w:t>
      </w:r>
      <w:r w:rsidRPr="00FD29FB">
        <w:rPr>
          <w:rFonts w:ascii="Times New Roman" w:hAnsi="Times New Roman" w:cs="Times New Roman"/>
          <w:sz w:val="24"/>
          <w:szCs w:val="24"/>
        </w:rPr>
        <w:t xml:space="preserve"> е свързан с придобиването на патент, полезен модел или ноу-хау, не се изискват </w:t>
      </w:r>
      <w:r w:rsidR="00242A5A" w:rsidRPr="00FD29FB">
        <w:rPr>
          <w:rFonts w:ascii="Times New Roman" w:hAnsi="Times New Roman" w:cs="Times New Roman"/>
          <w:sz w:val="24"/>
          <w:szCs w:val="24"/>
        </w:rPr>
        <w:t>три</w:t>
      </w:r>
      <w:r w:rsidRPr="00FD29FB">
        <w:rPr>
          <w:rFonts w:ascii="Times New Roman" w:hAnsi="Times New Roman" w:cs="Times New Roman"/>
          <w:sz w:val="24"/>
          <w:szCs w:val="24"/>
        </w:rPr>
        <w:t xml:space="preserve"> независими, съпоставими и конкурентни оферти.</w:t>
      </w:r>
    </w:p>
    <w:p w14:paraId="5249F95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се има предвид, че когато се придобива патент или полезен модел за иновация се представят документи </w:t>
      </w:r>
      <w:r w:rsidR="0075692A" w:rsidRPr="000E133E">
        <w:rPr>
          <w:rFonts w:ascii="Times New Roman" w:hAnsi="Times New Roman" w:cs="Times New Roman"/>
          <w:bCs/>
          <w:sz w:val="24"/>
          <w:szCs w:val="24"/>
        </w:rPr>
        <w:t xml:space="preserve">издадени </w:t>
      </w:r>
      <w:r w:rsidRPr="000E133E">
        <w:rPr>
          <w:rFonts w:ascii="Times New Roman" w:hAnsi="Times New Roman" w:cs="Times New Roman"/>
          <w:bCs/>
          <w:sz w:val="24"/>
          <w:szCs w:val="24"/>
        </w:rPr>
        <w:t>от Патентното ведомство на Република България за тяхното доказване:</w:t>
      </w:r>
    </w:p>
    <w:p w14:paraId="7AEF27A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патент за изобретение,</w:t>
      </w:r>
    </w:p>
    <w:p w14:paraId="43D19347"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или </w:t>
      </w:r>
    </w:p>
    <w:p w14:paraId="5A0BE1A2"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14DBF1B3"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r w:rsidR="006B3CE5" w:rsidRPr="000E133E">
        <w:rPr>
          <w:rFonts w:ascii="Times New Roman" w:hAnsi="Times New Roman" w:cs="Times New Roman"/>
          <w:bCs/>
          <w:sz w:val="24"/>
          <w:szCs w:val="24"/>
        </w:rPr>
        <w:t>характер</w:t>
      </w:r>
      <w:r w:rsidRPr="000E133E">
        <w:rPr>
          <w:rFonts w:ascii="Times New Roman" w:hAnsi="Times New Roman" w:cs="Times New Roman"/>
          <w:bCs/>
          <w:sz w:val="24"/>
          <w:szCs w:val="24"/>
        </w:rPr>
        <w:t>, а да съдържат оценка за иновативния продукт/процес/съоръжения и да доказват неговата иновативност.</w:t>
      </w:r>
    </w:p>
    <w:p w14:paraId="54D41E7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При придобиване на ноу-хау, следва изрично да се посочи кой е притежателя му –юридическо лице или физическо/и лице/а в </w:t>
      </w:r>
      <w:proofErr w:type="spellStart"/>
      <w:r w:rsidRPr="000E133E">
        <w:rPr>
          <w:rFonts w:ascii="Times New Roman" w:hAnsi="Times New Roman" w:cs="Times New Roman"/>
          <w:bCs/>
          <w:sz w:val="24"/>
          <w:szCs w:val="24"/>
        </w:rPr>
        <w:t>тру</w:t>
      </w:r>
      <w:r w:rsidR="001B0FF8" w:rsidRPr="000E133E">
        <w:rPr>
          <w:rFonts w:ascii="Times New Roman" w:hAnsi="Times New Roman" w:cs="Times New Roman"/>
          <w:bCs/>
          <w:sz w:val="24"/>
          <w:szCs w:val="24"/>
        </w:rPr>
        <w:t>дово</w:t>
      </w:r>
      <w:r w:rsidRPr="000E133E">
        <w:rPr>
          <w:rFonts w:ascii="Times New Roman" w:hAnsi="Times New Roman" w:cs="Times New Roman"/>
          <w:bCs/>
          <w:sz w:val="24"/>
          <w:szCs w:val="24"/>
        </w:rPr>
        <w:t>правни</w:t>
      </w:r>
      <w:proofErr w:type="spellEnd"/>
      <w:r w:rsidRPr="000E133E">
        <w:rPr>
          <w:rFonts w:ascii="Times New Roman" w:hAnsi="Times New Roman" w:cs="Times New Roman"/>
          <w:bCs/>
          <w:sz w:val="24"/>
          <w:szCs w:val="24"/>
        </w:rPr>
        <w:t xml:space="preserve"> отношения със същото юридическо лице.</w:t>
      </w:r>
    </w:p>
    <w:p w14:paraId="68A0BAA7" w14:textId="32F5C0CD"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Следва да </w:t>
      </w:r>
      <w:r w:rsidR="0075692A" w:rsidRPr="000E133E">
        <w:rPr>
          <w:rFonts w:ascii="Times New Roman" w:hAnsi="Times New Roman" w:cs="Times New Roman"/>
          <w:bCs/>
          <w:sz w:val="24"/>
          <w:szCs w:val="24"/>
        </w:rPr>
        <w:t>се има</w:t>
      </w:r>
      <w:r w:rsidRPr="000E133E">
        <w:rPr>
          <w:rFonts w:ascii="Times New Roman" w:hAnsi="Times New Roman" w:cs="Times New Roman"/>
          <w:bCs/>
          <w:sz w:val="24"/>
          <w:szCs w:val="24"/>
        </w:rPr>
        <w:t xml:space="preserve">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w:t>
      </w:r>
      <w:r w:rsidR="0075692A" w:rsidRPr="000E133E">
        <w:rPr>
          <w:rFonts w:ascii="Times New Roman" w:hAnsi="Times New Roman" w:cs="Times New Roman"/>
          <w:bCs/>
          <w:sz w:val="24"/>
          <w:szCs w:val="24"/>
        </w:rPr>
        <w:t>се предвижда</w:t>
      </w:r>
      <w:r w:rsidRPr="000E133E">
        <w:rPr>
          <w:rFonts w:ascii="Times New Roman" w:hAnsi="Times New Roman" w:cs="Times New Roman"/>
          <w:bCs/>
          <w:sz w:val="24"/>
          <w:szCs w:val="24"/>
        </w:rPr>
        <w:t xml:space="preserve">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79257E31"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0E133E">
        <w:rPr>
          <w:rFonts w:ascii="Times New Roman" w:hAnsi="Times New Roman" w:cs="Times New Roman"/>
          <w:bCs/>
          <w:sz w:val="24"/>
          <w:szCs w:val="24"/>
        </w:rPr>
        <w:t>разходо</w:t>
      </w:r>
      <w:proofErr w:type="spellEnd"/>
      <w:r w:rsidRPr="000E133E">
        <w:rPr>
          <w:rFonts w:ascii="Times New Roman" w:hAnsi="Times New Roman" w:cs="Times New Roman"/>
          <w:bCs/>
          <w:sz w:val="24"/>
          <w:szCs w:val="24"/>
        </w:rPr>
        <w:t>-оправдателни документи. Представя се документ (уведомление/удостоверение) от Патентното ведомство</w:t>
      </w:r>
      <w:r w:rsidR="003C53C0">
        <w:rPr>
          <w:rFonts w:ascii="Times New Roman" w:hAnsi="Times New Roman" w:cs="Times New Roman"/>
          <w:bCs/>
          <w:sz w:val="24"/>
          <w:szCs w:val="24"/>
        </w:rPr>
        <w:t>, че договорът е вписан в техния</w:t>
      </w:r>
      <w:r w:rsidRPr="000E133E">
        <w:rPr>
          <w:rFonts w:ascii="Times New Roman" w:hAnsi="Times New Roman" w:cs="Times New Roman"/>
          <w:bCs/>
          <w:sz w:val="24"/>
          <w:szCs w:val="24"/>
        </w:rPr>
        <w:t xml:space="preserve"> регистър.</w:t>
      </w:r>
    </w:p>
    <w:p w14:paraId="2E6722BA" w14:textId="77777777" w:rsidR="00E6331A" w:rsidRDefault="00E6331A" w:rsidP="00020A8F">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45ABF60A"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1.2.</w:t>
      </w:r>
      <w:r w:rsidRPr="000E133E">
        <w:rPr>
          <w:rFonts w:ascii="Times New Roman" w:hAnsi="Times New Roman" w:cs="Times New Roman"/>
          <w:b/>
          <w:bCs/>
          <w:color w:val="0070C0"/>
          <w:sz w:val="24"/>
          <w:szCs w:val="24"/>
        </w:rPr>
        <w:tab/>
        <w:t>Изменения и/или допълнение на административен договор за предоставяне на безвъзмездна финансова помощ.</w:t>
      </w:r>
    </w:p>
    <w:p w14:paraId="710AA782" w14:textId="18F24161"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w:t>
      </w:r>
      <w:r w:rsidR="0075692A" w:rsidRPr="000E133E">
        <w:rPr>
          <w:rFonts w:ascii="Times New Roman" w:hAnsi="Times New Roman" w:cs="Times New Roman"/>
          <w:bCs/>
          <w:sz w:val="24"/>
          <w:szCs w:val="24"/>
        </w:rPr>
        <w:t>на ПМДР</w:t>
      </w:r>
      <w:r w:rsidR="004F28F4" w:rsidRPr="000E133E">
        <w:rPr>
          <w:rFonts w:ascii="Times New Roman" w:hAnsi="Times New Roman" w:cs="Times New Roman"/>
          <w:bCs/>
          <w:sz w:val="24"/>
          <w:szCs w:val="24"/>
        </w:rPr>
        <w:t>А</w:t>
      </w:r>
      <w:r w:rsidR="0075692A"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 xml:space="preserve">или на </w:t>
      </w:r>
      <w:r w:rsidR="00BF7F15">
        <w:rPr>
          <w:rFonts w:ascii="Times New Roman" w:hAnsi="Times New Roman" w:cs="Times New Roman"/>
          <w:bCs/>
          <w:sz w:val="24"/>
          <w:szCs w:val="24"/>
        </w:rPr>
        <w:t>б</w:t>
      </w:r>
      <w:r w:rsidR="00BF7F15" w:rsidRPr="000E133E">
        <w:rPr>
          <w:rFonts w:ascii="Times New Roman" w:hAnsi="Times New Roman" w:cs="Times New Roman"/>
          <w:bCs/>
          <w:sz w:val="24"/>
          <w:szCs w:val="24"/>
        </w:rPr>
        <w:t>енефициента</w:t>
      </w:r>
      <w:r w:rsidRPr="000E133E">
        <w:rPr>
          <w:rFonts w:ascii="Times New Roman" w:hAnsi="Times New Roman" w:cs="Times New Roman"/>
          <w:bCs/>
          <w:sz w:val="24"/>
          <w:szCs w:val="24"/>
        </w:rPr>
        <w:t>, при условията на чл. 39 от ЗУСЕ</w:t>
      </w:r>
      <w:r w:rsidR="004F28F4" w:rsidRPr="000E133E">
        <w:rPr>
          <w:rFonts w:ascii="Times New Roman" w:hAnsi="Times New Roman" w:cs="Times New Roman"/>
          <w:bCs/>
          <w:sz w:val="24"/>
          <w:szCs w:val="24"/>
        </w:rPr>
        <w:t>ФСУ</w:t>
      </w:r>
      <w:r w:rsidR="002E4752" w:rsidRPr="000E133E">
        <w:rPr>
          <w:rFonts w:ascii="Times New Roman" w:hAnsi="Times New Roman" w:cs="Times New Roman"/>
          <w:sz w:val="24"/>
          <w:szCs w:val="24"/>
        </w:rPr>
        <w:t xml:space="preserve"> </w:t>
      </w:r>
      <w:r w:rsidR="002E4752" w:rsidRPr="000E133E">
        <w:rPr>
          <w:rFonts w:ascii="Times New Roman" w:hAnsi="Times New Roman" w:cs="Times New Roman"/>
          <w:bCs/>
          <w:sz w:val="24"/>
          <w:szCs w:val="24"/>
        </w:rPr>
        <w:t>и раздел VIII от Общите условия</w:t>
      </w:r>
      <w:r w:rsidRPr="000E133E">
        <w:rPr>
          <w:rFonts w:ascii="Times New Roman" w:hAnsi="Times New Roman" w:cs="Times New Roman"/>
          <w:bCs/>
          <w:sz w:val="24"/>
          <w:szCs w:val="24"/>
        </w:rPr>
        <w:t>.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0C92A2D" w14:textId="5DDAD9C1" w:rsidR="00B96924" w:rsidRPr="000E133E"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 xml:space="preserve">В случай на необходимост от изменение и/или допълнение на АДПБФП,  (включително при необходимост от промяна, замяна или отпадане на първоначално одобрените разходи/дейности по проекта), </w:t>
      </w:r>
      <w:r w:rsidR="00BF7F15">
        <w:rPr>
          <w:rFonts w:ascii="Times New Roman" w:hAnsi="Times New Roman" w:cs="Times New Roman"/>
          <w:bCs/>
          <w:sz w:val="24"/>
          <w:szCs w:val="24"/>
        </w:rPr>
        <w:t>б</w:t>
      </w:r>
      <w:r w:rsidR="00BF7F15" w:rsidRPr="00B96924">
        <w:rPr>
          <w:rFonts w:ascii="Times New Roman" w:hAnsi="Times New Roman" w:cs="Times New Roman"/>
          <w:bCs/>
          <w:sz w:val="24"/>
          <w:szCs w:val="24"/>
        </w:rPr>
        <w:t xml:space="preserve">енефициентът </w:t>
      </w:r>
      <w:r w:rsidRPr="00B96924">
        <w:rPr>
          <w:rFonts w:ascii="Times New Roman" w:hAnsi="Times New Roman" w:cs="Times New Roman"/>
          <w:bCs/>
          <w:sz w:val="24"/>
          <w:szCs w:val="24"/>
        </w:rPr>
        <w:t>представя чрез Информационната система за управление и наблюдение на средствата от Европейските структурни</w:t>
      </w:r>
      <w:r w:rsidR="004A35DC">
        <w:rPr>
          <w:rFonts w:ascii="Times New Roman" w:hAnsi="Times New Roman" w:cs="Times New Roman"/>
          <w:bCs/>
          <w:sz w:val="24"/>
          <w:szCs w:val="24"/>
        </w:rPr>
        <w:t xml:space="preserve"> и инвестиционни фондове (ИСУН</w:t>
      </w:r>
      <w:r w:rsidRPr="00B96924">
        <w:rPr>
          <w:rFonts w:ascii="Times New Roman" w:hAnsi="Times New Roman" w:cs="Times New Roman"/>
          <w:bCs/>
          <w:sz w:val="24"/>
          <w:szCs w:val="24"/>
        </w:rPr>
        <w:t xml:space="preserve">) мотивирано искане до УО на ПМДРА. УО на ПМДРА преценява за необходимостта от сключване на допълнително споразумение към административния договор за предоставяне на безвъзмездна финансова помощ (АДПБФП), съгласува/не </w:t>
      </w:r>
      <w:r w:rsidR="005B45EB" w:rsidRPr="00B96924">
        <w:rPr>
          <w:rFonts w:ascii="Times New Roman" w:hAnsi="Times New Roman" w:cs="Times New Roman"/>
          <w:bCs/>
          <w:sz w:val="24"/>
          <w:szCs w:val="24"/>
        </w:rPr>
        <w:t>съгласува</w:t>
      </w:r>
      <w:r w:rsidRPr="00B96924">
        <w:rPr>
          <w:rFonts w:ascii="Times New Roman" w:hAnsi="Times New Roman" w:cs="Times New Roman"/>
          <w:bCs/>
          <w:sz w:val="24"/>
          <w:szCs w:val="24"/>
        </w:rPr>
        <w:t xml:space="preserve"> искането на бенефициента, като го уведомява с писмо.</w:t>
      </w:r>
    </w:p>
    <w:p w14:paraId="0063D53F"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0070C0"/>
          <w:sz w:val="24"/>
          <w:szCs w:val="24"/>
        </w:rPr>
      </w:pPr>
      <w:r w:rsidRPr="000E133E">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r w:rsidR="001B0FF8" w:rsidRPr="000E133E">
        <w:rPr>
          <w:rFonts w:ascii="Times New Roman" w:hAnsi="Times New Roman" w:cs="Times New Roman"/>
          <w:b/>
          <w:bCs/>
          <w:color w:val="0070C0"/>
          <w:sz w:val="24"/>
          <w:szCs w:val="24"/>
        </w:rPr>
        <w:t>.</w:t>
      </w:r>
    </w:p>
    <w:p w14:paraId="10F87DA6"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Съгласно правилата на Регламент (ЕС) № </w:t>
      </w:r>
      <w:r w:rsidR="005B10BF" w:rsidRPr="000E133E">
        <w:rPr>
          <w:rFonts w:ascii="Times New Roman" w:hAnsi="Times New Roman" w:cs="Times New Roman"/>
          <w:bCs/>
          <w:sz w:val="24"/>
          <w:szCs w:val="24"/>
        </w:rPr>
        <w:t>2021/1060</w:t>
      </w:r>
      <w:r w:rsidR="003271D1"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и Споразумението за делегиране на функции от УО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на Междинното звено (МЗ) – Държавен фонд „Земеделие“</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Разплащателна агенция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27F8FFC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Управляващият орган на ПМДР</w:t>
      </w:r>
      <w:r w:rsidR="004F28F4" w:rsidRPr="000E133E">
        <w:rPr>
          <w:rFonts w:ascii="Times New Roman" w:hAnsi="Times New Roman" w:cs="Times New Roman"/>
          <w:bCs/>
          <w:sz w:val="24"/>
          <w:szCs w:val="24"/>
        </w:rPr>
        <w:t>А</w:t>
      </w:r>
      <w:r w:rsidRPr="000E133E">
        <w:rPr>
          <w:rFonts w:ascii="Times New Roman" w:hAnsi="Times New Roman" w:cs="Times New Roman"/>
          <w:bCs/>
          <w:sz w:val="24"/>
          <w:szCs w:val="24"/>
        </w:rPr>
        <w:t xml:space="preserve"> извършва задължителни проверки преди подписване на договор</w:t>
      </w:r>
      <w:r w:rsidR="00B96924">
        <w:rPr>
          <w:rFonts w:ascii="Times New Roman" w:hAnsi="Times New Roman" w:cs="Times New Roman"/>
          <w:bCs/>
          <w:sz w:val="24"/>
          <w:szCs w:val="24"/>
        </w:rPr>
        <w:t>а</w:t>
      </w:r>
      <w:r w:rsidR="00D408D6" w:rsidRPr="000E133E">
        <w:rPr>
          <w:rFonts w:ascii="Times New Roman" w:hAnsi="Times New Roman" w:cs="Times New Roman"/>
          <w:bCs/>
          <w:sz w:val="24"/>
          <w:szCs w:val="24"/>
        </w:rPr>
        <w:t>.</w:t>
      </w:r>
    </w:p>
    <w:p w14:paraId="16795F87" w14:textId="77777777" w:rsidR="00010D0D" w:rsidRPr="000E133E" w:rsidRDefault="00010D0D"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w:t>
      </w:r>
      <w:r w:rsidR="00614703" w:rsidRPr="000E133E">
        <w:rPr>
          <w:rFonts w:ascii="Times New Roman" w:hAnsi="Times New Roman" w:cs="Times New Roman"/>
          <w:bCs/>
          <w:sz w:val="24"/>
          <w:szCs w:val="24"/>
        </w:rPr>
        <w:t>да установен в Общите условия</w:t>
      </w:r>
      <w:r w:rsidRPr="000E133E">
        <w:rPr>
          <w:rFonts w:ascii="Times New Roman" w:hAnsi="Times New Roman" w:cs="Times New Roman"/>
          <w:bCs/>
          <w:sz w:val="24"/>
          <w:szCs w:val="24"/>
        </w:rPr>
        <w:t xml:space="preserve"> към административните договори за предоставяне на безвъзмездна финансова помощ</w:t>
      </w:r>
      <w:r w:rsidR="00D408D6" w:rsidRPr="000E133E">
        <w:rPr>
          <w:rFonts w:ascii="Times New Roman" w:hAnsi="Times New Roman" w:cs="Times New Roman"/>
          <w:bCs/>
          <w:sz w:val="24"/>
          <w:szCs w:val="24"/>
        </w:rPr>
        <w:t xml:space="preserve">, както и </w:t>
      </w:r>
      <w:proofErr w:type="spellStart"/>
      <w:r w:rsidR="00D408D6" w:rsidRPr="000E133E">
        <w:rPr>
          <w:rFonts w:ascii="Times New Roman" w:hAnsi="Times New Roman" w:cs="Times New Roman"/>
          <w:bCs/>
          <w:sz w:val="24"/>
          <w:szCs w:val="24"/>
        </w:rPr>
        <w:t>мониторингови</w:t>
      </w:r>
      <w:proofErr w:type="spellEnd"/>
      <w:r w:rsidR="00D408D6" w:rsidRPr="000E133E">
        <w:rPr>
          <w:rFonts w:ascii="Times New Roman" w:hAnsi="Times New Roman" w:cs="Times New Roman"/>
          <w:bCs/>
          <w:sz w:val="24"/>
          <w:szCs w:val="24"/>
        </w:rPr>
        <w:t xml:space="preserve"> проверки на изпълнените проекти на база извадка (проверките са административни и проверки на място)</w:t>
      </w:r>
      <w:r w:rsidR="00B50780">
        <w:rPr>
          <w:rFonts w:ascii="Times New Roman" w:hAnsi="Times New Roman" w:cs="Times New Roman"/>
          <w:bCs/>
          <w:sz w:val="24"/>
          <w:szCs w:val="24"/>
        </w:rPr>
        <w:t>.</w:t>
      </w:r>
    </w:p>
    <w:p w14:paraId="495268C0"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При подаване на искане за междинно/окончателно</w:t>
      </w:r>
      <w:r w:rsidR="00C562E6" w:rsidRPr="000E133E">
        <w:rPr>
          <w:rFonts w:ascii="Times New Roman" w:hAnsi="Times New Roman" w:cs="Times New Roman"/>
          <w:bCs/>
          <w:sz w:val="24"/>
          <w:szCs w:val="24"/>
        </w:rPr>
        <w:t xml:space="preserve"> плащане бенефициентът предостав</w:t>
      </w:r>
      <w:r w:rsidRPr="000E133E">
        <w:rPr>
          <w:rFonts w:ascii="Times New Roman" w:hAnsi="Times New Roman" w:cs="Times New Roman"/>
          <w:bCs/>
          <w:sz w:val="24"/>
          <w:szCs w:val="24"/>
        </w:rPr>
        <w:t xml:space="preserve">я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 xml:space="preserve"> и междинен/финален о</w:t>
      </w:r>
      <w:r w:rsidR="00C562E6" w:rsidRPr="000E133E">
        <w:rPr>
          <w:rFonts w:ascii="Times New Roman" w:hAnsi="Times New Roman" w:cs="Times New Roman"/>
          <w:bCs/>
          <w:sz w:val="24"/>
          <w:szCs w:val="24"/>
        </w:rPr>
        <w:t>тчет за изпълнението на проекта.</w:t>
      </w:r>
      <w:r w:rsidRPr="000E133E">
        <w:rPr>
          <w:rFonts w:ascii="Times New Roman" w:hAnsi="Times New Roman" w:cs="Times New Roman"/>
          <w:bCs/>
          <w:sz w:val="24"/>
          <w:szCs w:val="24"/>
        </w:rPr>
        <w:t xml:space="preserve"> ДФЗ</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w:t>
      </w:r>
      <w:r w:rsidR="00695F03" w:rsidRPr="000E133E">
        <w:rPr>
          <w:rFonts w:ascii="Times New Roman" w:hAnsi="Times New Roman" w:cs="Times New Roman"/>
          <w:bCs/>
          <w:sz w:val="24"/>
          <w:szCs w:val="24"/>
        </w:rPr>
        <w:t xml:space="preserve"> </w:t>
      </w:r>
      <w:r w:rsidRPr="000E133E">
        <w:rPr>
          <w:rFonts w:ascii="Times New Roman" w:hAnsi="Times New Roman" w:cs="Times New Roman"/>
          <w:bCs/>
          <w:sz w:val="24"/>
          <w:szCs w:val="24"/>
        </w:rPr>
        <w:t>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C562E6" w:rsidRPr="000E133E">
        <w:rPr>
          <w:rFonts w:ascii="Times New Roman" w:hAnsi="Times New Roman" w:cs="Times New Roman"/>
          <w:bCs/>
          <w:sz w:val="24"/>
          <w:szCs w:val="24"/>
        </w:rPr>
        <w:t>те</w:t>
      </w:r>
      <w:r w:rsidRPr="000E133E">
        <w:rPr>
          <w:rFonts w:ascii="Times New Roman" w:hAnsi="Times New Roman" w:cs="Times New Roman"/>
          <w:bCs/>
          <w:sz w:val="24"/>
          <w:szCs w:val="24"/>
        </w:rPr>
        <w:t xml:space="preserve">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79897C1E" w14:textId="77777777" w:rsidR="00FB670B"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чрез </w:t>
      </w:r>
      <w:r w:rsidR="00EB65FC">
        <w:rPr>
          <w:rFonts w:ascii="Times New Roman" w:hAnsi="Times New Roman" w:cs="Times New Roman"/>
          <w:bCs/>
          <w:sz w:val="24"/>
          <w:szCs w:val="24"/>
        </w:rPr>
        <w:t>ИСУН</w:t>
      </w:r>
      <w:r w:rsidRPr="000E133E">
        <w:rPr>
          <w:rFonts w:ascii="Times New Roman" w:hAnsi="Times New Roman" w:cs="Times New Roman"/>
          <w:bCs/>
          <w:sz w:val="24"/>
          <w:szCs w:val="24"/>
        </w:rPr>
        <w:t>.</w:t>
      </w:r>
    </w:p>
    <w:p w14:paraId="2A6B7A18"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2.</w:t>
      </w:r>
      <w:r w:rsidRPr="000E133E">
        <w:rPr>
          <w:rFonts w:ascii="Times New Roman" w:hAnsi="Times New Roman" w:cs="Times New Roman"/>
          <w:b/>
          <w:bCs/>
          <w:color w:val="5B9BD5"/>
          <w:sz w:val="24"/>
          <w:szCs w:val="24"/>
        </w:rPr>
        <w:tab/>
        <w:t>Финансово изпълнение на проектите и плащане.</w:t>
      </w:r>
    </w:p>
    <w:p w14:paraId="7837B379"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0BED111C" w14:textId="29DF3446" w:rsidR="000D358D" w:rsidRPr="000E133E" w:rsidRDefault="000D358D" w:rsidP="009F44C5">
      <w:pPr>
        <w:keepNext/>
        <w:keepLines/>
        <w:spacing w:after="0" w:line="360" w:lineRule="auto"/>
        <w:ind w:firstLine="708"/>
        <w:jc w:val="both"/>
        <w:outlineLvl w:val="1"/>
        <w:rPr>
          <w:rFonts w:ascii="Times New Roman" w:hAnsi="Times New Roman" w:cs="Times New Roman"/>
          <w:b/>
          <w:bCs/>
          <w:sz w:val="24"/>
          <w:szCs w:val="24"/>
        </w:rPr>
      </w:pPr>
      <w:r w:rsidRPr="000E133E">
        <w:rPr>
          <w:rFonts w:ascii="Times New Roman" w:hAnsi="Times New Roman" w:cs="Times New Roman"/>
          <w:b/>
          <w:bCs/>
          <w:sz w:val="24"/>
          <w:szCs w:val="24"/>
        </w:rPr>
        <w:t xml:space="preserve">Бенефициентът е задължен да поддържа отделни счетоводни аналитични </w:t>
      </w:r>
      <w:proofErr w:type="spellStart"/>
      <w:r w:rsidRPr="000E133E">
        <w:rPr>
          <w:rFonts w:ascii="Times New Roman" w:hAnsi="Times New Roman" w:cs="Times New Roman"/>
          <w:b/>
          <w:bCs/>
          <w:sz w:val="24"/>
          <w:szCs w:val="24"/>
        </w:rPr>
        <w:t>сметка</w:t>
      </w:r>
      <w:r w:rsidR="00AC34D0">
        <w:rPr>
          <w:rFonts w:ascii="Times New Roman" w:hAnsi="Times New Roman" w:cs="Times New Roman"/>
          <w:b/>
          <w:bCs/>
          <w:sz w:val="24"/>
          <w:szCs w:val="24"/>
        </w:rPr>
        <w:t>и</w:t>
      </w:r>
      <w:proofErr w:type="spellEnd"/>
      <w:r w:rsidRPr="000E133E">
        <w:rPr>
          <w:rFonts w:ascii="Times New Roman" w:hAnsi="Times New Roman" w:cs="Times New Roman"/>
          <w:b/>
          <w:bCs/>
          <w:sz w:val="24"/>
          <w:szCs w:val="24"/>
        </w:rPr>
        <w:t>/</w:t>
      </w:r>
      <w:proofErr w:type="spellStart"/>
      <w:r w:rsidRPr="000E133E">
        <w:rPr>
          <w:rFonts w:ascii="Times New Roman" w:hAnsi="Times New Roman" w:cs="Times New Roman"/>
          <w:b/>
          <w:bCs/>
          <w:sz w:val="24"/>
          <w:szCs w:val="24"/>
        </w:rPr>
        <w:t>подсметка</w:t>
      </w:r>
      <w:r w:rsidR="00AC34D0">
        <w:rPr>
          <w:rFonts w:ascii="Times New Roman" w:hAnsi="Times New Roman" w:cs="Times New Roman"/>
          <w:b/>
          <w:bCs/>
          <w:sz w:val="24"/>
          <w:szCs w:val="24"/>
        </w:rPr>
        <w:t>и</w:t>
      </w:r>
      <w:proofErr w:type="spellEnd"/>
      <w:r w:rsidRPr="000E133E">
        <w:rPr>
          <w:rFonts w:ascii="Times New Roman" w:hAnsi="Times New Roman" w:cs="Times New Roman"/>
          <w:b/>
          <w:bCs/>
          <w:sz w:val="24"/>
          <w:szCs w:val="24"/>
        </w:rPr>
        <w:t xml:space="preserve"> или отделна счетоводна система за допустимите разходи по проекта/</w:t>
      </w:r>
      <w:proofErr w:type="spellStart"/>
      <w:r w:rsidRPr="000E133E">
        <w:rPr>
          <w:rFonts w:ascii="Times New Roman" w:hAnsi="Times New Roman" w:cs="Times New Roman"/>
          <w:b/>
          <w:bCs/>
          <w:sz w:val="24"/>
          <w:szCs w:val="24"/>
        </w:rPr>
        <w:t>ите</w:t>
      </w:r>
      <w:proofErr w:type="spellEnd"/>
      <w:r w:rsidRPr="000E133E">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4F28F4" w:rsidRPr="000E133E">
        <w:rPr>
          <w:rFonts w:ascii="Times New Roman" w:hAnsi="Times New Roman" w:cs="Times New Roman"/>
          <w:b/>
          <w:bCs/>
          <w:sz w:val="24"/>
          <w:szCs w:val="24"/>
        </w:rPr>
        <w:t>6</w:t>
      </w:r>
      <w:r w:rsidRPr="000E133E">
        <w:rPr>
          <w:rFonts w:ascii="Times New Roman" w:hAnsi="Times New Roman" w:cs="Times New Roman"/>
          <w:b/>
          <w:bCs/>
          <w:sz w:val="24"/>
          <w:szCs w:val="24"/>
        </w:rPr>
        <w:t xml:space="preserve"> от ЗУСЕ</w:t>
      </w:r>
      <w:r w:rsidR="004F28F4" w:rsidRPr="000E133E">
        <w:rPr>
          <w:rFonts w:ascii="Times New Roman" w:hAnsi="Times New Roman" w:cs="Times New Roman"/>
          <w:b/>
          <w:bCs/>
          <w:sz w:val="24"/>
          <w:szCs w:val="24"/>
        </w:rPr>
        <w:t>ФСУ</w:t>
      </w:r>
      <w:r w:rsidRPr="000E133E">
        <w:rPr>
          <w:rFonts w:ascii="Times New Roman" w:hAnsi="Times New Roman" w:cs="Times New Roman"/>
          <w:b/>
          <w:bCs/>
          <w:sz w:val="24"/>
          <w:szCs w:val="24"/>
        </w:rPr>
        <w:t>.</w:t>
      </w:r>
    </w:p>
    <w:p w14:paraId="20B6253B"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 xml:space="preserve">Максималният размер на безвъзмездната финансова помощ задължително се посочва в административния договор за </w:t>
      </w:r>
      <w:r w:rsidR="00C562E6" w:rsidRPr="000E133E">
        <w:rPr>
          <w:rFonts w:ascii="Times New Roman" w:hAnsi="Times New Roman" w:cs="Times New Roman"/>
          <w:bCs/>
          <w:sz w:val="24"/>
          <w:szCs w:val="24"/>
        </w:rPr>
        <w:t xml:space="preserve">предоставяне на </w:t>
      </w:r>
      <w:r w:rsidRPr="000E133E">
        <w:rPr>
          <w:rFonts w:ascii="Times New Roman" w:hAnsi="Times New Roman" w:cs="Times New Roman"/>
          <w:bCs/>
          <w:sz w:val="24"/>
          <w:szCs w:val="24"/>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06BF1BE8" w14:textId="77777777" w:rsidR="00E6331A"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r w:rsidR="00DC539F" w:rsidRPr="000E133E">
        <w:rPr>
          <w:rFonts w:ascii="Times New Roman" w:hAnsi="Times New Roman" w:cs="Times New Roman"/>
          <w:bCs/>
          <w:sz w:val="24"/>
          <w:szCs w:val="24"/>
        </w:rPr>
        <w:t>.</w:t>
      </w:r>
    </w:p>
    <w:p w14:paraId="6C9E5418" w14:textId="77777777" w:rsidR="00B96924" w:rsidRDefault="00B96924" w:rsidP="009F44C5">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Cs/>
          <w:sz w:val="24"/>
          <w:szCs w:val="24"/>
        </w:rPr>
        <w:t>За регламентиране на възнагражденията на екипите за изпълнение на проекти се спазват разпоредбите на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Бенефициентът е задължен да спазва законодателството в областта, касаеща регламентирането на разходите за управление на проекти, независимо от прилагането на опростена форма на разходи за тази дейност.</w:t>
      </w:r>
    </w:p>
    <w:p w14:paraId="110CFB22" w14:textId="2FE0B9AD" w:rsidR="00F95D0E" w:rsidRPr="000E133E" w:rsidRDefault="00F95D0E"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
          <w:bCs/>
          <w:sz w:val="24"/>
          <w:szCs w:val="24"/>
        </w:rPr>
        <w:t>ВАЖНО:</w:t>
      </w:r>
      <w:r w:rsidRPr="000E133E">
        <w:rPr>
          <w:rFonts w:ascii="Times New Roman" w:hAnsi="Times New Roman" w:cs="Times New Roman"/>
          <w:bCs/>
          <w:sz w:val="24"/>
          <w:szCs w:val="24"/>
        </w:rPr>
        <w:t xml:space="preserve"> Във връзка с разпоредбите на чл. 4, т. 3 от Регламент (ЕО, ЕВРАТОМ) </w:t>
      </w:r>
      <w:proofErr w:type="spellStart"/>
      <w:r w:rsidRPr="000E133E">
        <w:rPr>
          <w:rFonts w:ascii="Times New Roman" w:hAnsi="Times New Roman" w:cs="Times New Roman"/>
          <w:bCs/>
          <w:sz w:val="24"/>
          <w:szCs w:val="24"/>
        </w:rPr>
        <w:t>No</w:t>
      </w:r>
      <w:proofErr w:type="spellEnd"/>
      <w:r w:rsidRPr="000E133E">
        <w:rPr>
          <w:rFonts w:ascii="Times New Roman" w:hAnsi="Times New Roman" w:cs="Times New Roman"/>
          <w:bCs/>
          <w:sz w:val="24"/>
          <w:szCs w:val="24"/>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w:t>
      </w:r>
      <w:r w:rsidR="00AC34D0">
        <w:rPr>
          <w:rFonts w:ascii="Times New Roman" w:hAnsi="Times New Roman" w:cs="Times New Roman"/>
          <w:bCs/>
          <w:sz w:val="24"/>
          <w:szCs w:val="24"/>
        </w:rPr>
        <w:t>бенефициента</w:t>
      </w:r>
      <w:r w:rsidRPr="000E133E">
        <w:rPr>
          <w:rFonts w:ascii="Times New Roman" w:hAnsi="Times New Roman" w:cs="Times New Roman"/>
          <w:bCs/>
          <w:sz w:val="24"/>
          <w:szCs w:val="24"/>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A0AF5BC" w14:textId="77777777" w:rsidR="00E6331A" w:rsidRPr="000E133E" w:rsidRDefault="00E6331A" w:rsidP="009F44C5">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5181F17B" w14:textId="63850DFC" w:rsidR="000A589C" w:rsidRPr="000E133E" w:rsidRDefault="000A589C" w:rsidP="00E0537B">
      <w:pPr>
        <w:keepNext/>
        <w:keepLines/>
        <w:spacing w:after="0" w:line="360" w:lineRule="auto"/>
        <w:ind w:firstLine="708"/>
        <w:jc w:val="both"/>
        <w:outlineLvl w:val="1"/>
        <w:rPr>
          <w:rFonts w:ascii="Times New Roman" w:hAnsi="Times New Roman" w:cs="Times New Roman"/>
          <w:bCs/>
          <w:sz w:val="24"/>
          <w:szCs w:val="24"/>
        </w:rPr>
      </w:pPr>
      <w:r w:rsidRPr="000E133E">
        <w:rPr>
          <w:rFonts w:ascii="Times New Roman" w:hAnsi="Times New Roman" w:cs="Times New Roman"/>
          <w:bCs/>
          <w:sz w:val="24"/>
          <w:szCs w:val="24"/>
        </w:rPr>
        <w:t>В изпълнение на Решение на Министерски съвет № 592 от 21.08.2018 г. след сключване на договор на с</w:t>
      </w:r>
      <w:r w:rsidR="00BC5757">
        <w:rPr>
          <w:rFonts w:ascii="Times New Roman" w:hAnsi="Times New Roman" w:cs="Times New Roman"/>
          <w:bCs/>
          <w:sz w:val="24"/>
          <w:szCs w:val="24"/>
        </w:rPr>
        <w:t xml:space="preserve">тойност, равна или надвишаваща </w:t>
      </w:r>
      <w:r w:rsidR="00BC5757" w:rsidRPr="00AE0A9E">
        <w:rPr>
          <w:rFonts w:ascii="Times New Roman" w:hAnsi="Times New Roman" w:cs="Times New Roman"/>
          <w:bCs/>
          <w:sz w:val="24"/>
          <w:szCs w:val="24"/>
        </w:rPr>
        <w:t>1</w:t>
      </w:r>
      <w:r w:rsidRPr="000E133E">
        <w:rPr>
          <w:rFonts w:ascii="Times New Roman" w:hAnsi="Times New Roman" w:cs="Times New Roman"/>
          <w:bCs/>
          <w:sz w:val="24"/>
          <w:szCs w:val="24"/>
        </w:rPr>
        <w:t>0 000,00 лв.</w:t>
      </w:r>
      <w:r w:rsidR="005727D8">
        <w:rPr>
          <w:rFonts w:ascii="Times New Roman" w:hAnsi="Times New Roman" w:cs="Times New Roman"/>
          <w:bCs/>
          <w:sz w:val="24"/>
          <w:szCs w:val="24"/>
        </w:rPr>
        <w:t>/ 5 112, 92 евро</w:t>
      </w:r>
      <w:r w:rsidRPr="000E133E">
        <w:rPr>
          <w:rFonts w:ascii="Times New Roman" w:hAnsi="Times New Roman" w:cs="Times New Roman"/>
          <w:bCs/>
          <w:sz w:val="24"/>
          <w:szCs w:val="24"/>
        </w:rPr>
        <w:t xml:space="preserve"> и преди извършване на плащан</w:t>
      </w:r>
      <w:r w:rsidRPr="00020A8F">
        <w:rPr>
          <w:rFonts w:ascii="Times New Roman" w:hAnsi="Times New Roman" w:cs="Times New Roman"/>
          <w:bCs/>
          <w:sz w:val="24"/>
          <w:szCs w:val="24"/>
        </w:rPr>
        <w:t xml:space="preserve">е, </w:t>
      </w:r>
      <w:r w:rsidR="0082172A" w:rsidRPr="00020A8F">
        <w:rPr>
          <w:rFonts w:ascii="Times New Roman" w:hAnsi="Times New Roman" w:cs="Times New Roman"/>
          <w:bCs/>
          <w:sz w:val="24"/>
          <w:szCs w:val="24"/>
        </w:rPr>
        <w:t>М</w:t>
      </w:r>
      <w:r w:rsidR="00020A8F" w:rsidRPr="00020A8F">
        <w:rPr>
          <w:rFonts w:ascii="Times New Roman" w:hAnsi="Times New Roman" w:cs="Times New Roman"/>
          <w:bCs/>
          <w:sz w:val="24"/>
          <w:szCs w:val="24"/>
        </w:rPr>
        <w:t>еждинно звено</w:t>
      </w:r>
      <w:r w:rsidR="00BF7F15">
        <w:rPr>
          <w:rFonts w:ascii="Times New Roman" w:hAnsi="Times New Roman" w:cs="Times New Roman"/>
          <w:bCs/>
          <w:sz w:val="24"/>
          <w:szCs w:val="24"/>
        </w:rPr>
        <w:t xml:space="preserve"> (МЗ)</w:t>
      </w:r>
      <w:r w:rsidR="0082172A" w:rsidRPr="00020A8F">
        <w:rPr>
          <w:rFonts w:ascii="Times New Roman" w:hAnsi="Times New Roman" w:cs="Times New Roman"/>
          <w:bCs/>
          <w:sz w:val="24"/>
          <w:szCs w:val="24"/>
        </w:rPr>
        <w:t xml:space="preserve"> </w:t>
      </w:r>
      <w:r w:rsidRPr="00020A8F">
        <w:rPr>
          <w:rFonts w:ascii="Times New Roman" w:hAnsi="Times New Roman" w:cs="Times New Roman"/>
          <w:bCs/>
          <w:sz w:val="24"/>
          <w:szCs w:val="24"/>
        </w:rPr>
        <w:t>има</w:t>
      </w:r>
      <w:r w:rsidRPr="000E133E">
        <w:rPr>
          <w:rFonts w:ascii="Times New Roman" w:hAnsi="Times New Roman" w:cs="Times New Roman"/>
          <w:bCs/>
          <w:sz w:val="24"/>
          <w:szCs w:val="24"/>
        </w:rPr>
        <w:t xml:space="preserve">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w:t>
      </w:r>
      <w:r w:rsidR="0082172A" w:rsidRPr="00E44397">
        <w:rPr>
          <w:rFonts w:ascii="Times New Roman" w:hAnsi="Times New Roman" w:cs="Times New Roman"/>
          <w:bCs/>
          <w:sz w:val="24"/>
          <w:szCs w:val="24"/>
        </w:rPr>
        <w:t>МЗ</w:t>
      </w:r>
      <w:r w:rsidRPr="00E44397">
        <w:rPr>
          <w:rFonts w:ascii="Times New Roman" w:hAnsi="Times New Roman" w:cs="Times New Roman"/>
          <w:bCs/>
          <w:sz w:val="24"/>
          <w:szCs w:val="24"/>
        </w:rPr>
        <w:t xml:space="preserve"> извършва банков превод на </w:t>
      </w:r>
      <w:proofErr w:type="spellStart"/>
      <w:r w:rsidRPr="00E44397">
        <w:rPr>
          <w:rFonts w:ascii="Times New Roman" w:hAnsi="Times New Roman" w:cs="Times New Roman"/>
          <w:bCs/>
          <w:sz w:val="24"/>
          <w:szCs w:val="24"/>
        </w:rPr>
        <w:t>запорираната</w:t>
      </w:r>
      <w:proofErr w:type="spellEnd"/>
      <w:r w:rsidRPr="00E44397">
        <w:rPr>
          <w:rFonts w:ascii="Times New Roman" w:hAnsi="Times New Roman" w:cs="Times New Roman"/>
          <w:bCs/>
          <w:sz w:val="24"/>
          <w:szCs w:val="24"/>
        </w:rPr>
        <w:t xml:space="preserve"> сума по</w:t>
      </w:r>
      <w:r w:rsidRPr="000E133E">
        <w:rPr>
          <w:rFonts w:ascii="Times New Roman" w:hAnsi="Times New Roman" w:cs="Times New Roman"/>
          <w:bCs/>
          <w:sz w:val="24"/>
          <w:szCs w:val="24"/>
        </w:rPr>
        <w:t xml:space="preserve"> посочената в </w:t>
      </w:r>
      <w:proofErr w:type="spellStart"/>
      <w:r w:rsidR="00801C8B">
        <w:rPr>
          <w:rFonts w:ascii="Times New Roman" w:hAnsi="Times New Roman" w:cs="Times New Roman"/>
          <w:bCs/>
          <w:sz w:val="24"/>
          <w:szCs w:val="24"/>
        </w:rPr>
        <w:t>Запорното</w:t>
      </w:r>
      <w:proofErr w:type="spellEnd"/>
      <w:r w:rsidR="00801C8B">
        <w:rPr>
          <w:rFonts w:ascii="Times New Roman" w:hAnsi="Times New Roman" w:cs="Times New Roman"/>
          <w:bCs/>
          <w:sz w:val="24"/>
          <w:szCs w:val="24"/>
        </w:rPr>
        <w:t xml:space="preserve"> </w:t>
      </w:r>
      <w:r w:rsidRPr="000E133E">
        <w:rPr>
          <w:rFonts w:ascii="Times New Roman" w:hAnsi="Times New Roman" w:cs="Times New Roman"/>
          <w:bCs/>
          <w:sz w:val="24"/>
          <w:szCs w:val="24"/>
        </w:rPr>
        <w:t>разпореждане банкова сметка</w:t>
      </w:r>
      <w:r w:rsidR="00E0537B">
        <w:rPr>
          <w:rFonts w:ascii="Times New Roman" w:hAnsi="Times New Roman" w:cs="Times New Roman"/>
          <w:bCs/>
          <w:sz w:val="24"/>
          <w:szCs w:val="24"/>
        </w:rPr>
        <w:t>.</w:t>
      </w:r>
    </w:p>
    <w:p w14:paraId="0119E0C4" w14:textId="77777777" w:rsidR="00B96924" w:rsidRPr="00B96924" w:rsidRDefault="00B96924" w:rsidP="00B96924">
      <w:pPr>
        <w:keepNext/>
        <w:keepLines/>
        <w:spacing w:after="0" w:line="360" w:lineRule="auto"/>
        <w:ind w:firstLine="708"/>
        <w:jc w:val="both"/>
        <w:outlineLvl w:val="1"/>
        <w:rPr>
          <w:rFonts w:ascii="Times New Roman" w:hAnsi="Times New Roman" w:cs="Times New Roman"/>
          <w:bCs/>
          <w:sz w:val="24"/>
          <w:szCs w:val="24"/>
        </w:rPr>
      </w:pPr>
      <w:r w:rsidRPr="00B96924">
        <w:rPr>
          <w:rFonts w:ascii="Times New Roman" w:hAnsi="Times New Roman" w:cs="Times New Roman"/>
          <w:b/>
          <w:bCs/>
          <w:sz w:val="24"/>
          <w:szCs w:val="24"/>
        </w:rPr>
        <w:t>ВАЖНО:</w:t>
      </w:r>
      <w:r w:rsidRPr="00B96924">
        <w:rPr>
          <w:rFonts w:ascii="Times New Roman" w:hAnsi="Times New Roman" w:cs="Times New Roman"/>
          <w:bCs/>
          <w:sz w:val="24"/>
          <w:szCs w:val="24"/>
        </w:rPr>
        <w:t xml:space="preserve"> В случай на </w:t>
      </w:r>
      <w:r w:rsidR="00B50780">
        <w:rPr>
          <w:rFonts w:ascii="Times New Roman" w:hAnsi="Times New Roman" w:cs="Times New Roman"/>
          <w:bCs/>
          <w:sz w:val="24"/>
          <w:szCs w:val="24"/>
        </w:rPr>
        <w:t xml:space="preserve">възникнало </w:t>
      </w:r>
      <w:r w:rsidRPr="00B96924">
        <w:rPr>
          <w:rFonts w:ascii="Times New Roman" w:hAnsi="Times New Roman" w:cs="Times New Roman"/>
          <w:bCs/>
          <w:sz w:val="24"/>
          <w:szCs w:val="24"/>
        </w:rPr>
        <w:t>противоречие между разпоредбите на Общи условия към Административния договор за предоставяне на безвъзмездна финансова помощ и тези на Условията за изпълнение, с предимство се прилагат разпоредбите на Условията за изпълнение.</w:t>
      </w:r>
    </w:p>
    <w:p w14:paraId="713CA613" w14:textId="77777777" w:rsidR="00E52DE9" w:rsidRDefault="00E52DE9" w:rsidP="009F44C5">
      <w:pPr>
        <w:spacing w:after="0" w:line="360" w:lineRule="auto"/>
        <w:jc w:val="both"/>
        <w:rPr>
          <w:rFonts w:ascii="Times New Roman" w:hAnsi="Times New Roman" w:cs="Times New Roman"/>
          <w:b/>
          <w:bCs/>
          <w:color w:val="5B9BD5"/>
          <w:sz w:val="24"/>
          <w:szCs w:val="24"/>
        </w:rPr>
      </w:pPr>
    </w:p>
    <w:p w14:paraId="4FFD2CAF" w14:textId="391EE4CF" w:rsidR="004A2637" w:rsidRPr="000E133E" w:rsidRDefault="00E6331A" w:rsidP="009F44C5">
      <w:pPr>
        <w:spacing w:after="0" w:line="360" w:lineRule="auto"/>
        <w:jc w:val="both"/>
        <w:rPr>
          <w:rFonts w:ascii="Times New Roman" w:hAnsi="Times New Roman" w:cs="Times New Roman"/>
          <w:b/>
          <w:bCs/>
          <w:color w:val="5B9BD5"/>
          <w:sz w:val="24"/>
          <w:szCs w:val="24"/>
        </w:rPr>
      </w:pPr>
      <w:r w:rsidRPr="000E133E">
        <w:rPr>
          <w:rFonts w:ascii="Times New Roman" w:hAnsi="Times New Roman" w:cs="Times New Roman"/>
          <w:b/>
          <w:bCs/>
          <w:color w:val="5B9BD5"/>
          <w:sz w:val="24"/>
          <w:szCs w:val="24"/>
        </w:rPr>
        <w:t>3.</w:t>
      </w:r>
      <w:r w:rsidRPr="000E133E">
        <w:rPr>
          <w:rFonts w:ascii="Times New Roman" w:hAnsi="Times New Roman" w:cs="Times New Roman"/>
          <w:b/>
          <w:bCs/>
          <w:color w:val="5B9BD5"/>
          <w:sz w:val="24"/>
          <w:szCs w:val="24"/>
        </w:rPr>
        <w:tab/>
      </w:r>
      <w:r w:rsidR="00F95D0E" w:rsidRPr="000E133E">
        <w:rPr>
          <w:rFonts w:ascii="Times New Roman" w:hAnsi="Times New Roman" w:cs="Times New Roman"/>
          <w:b/>
          <w:bCs/>
          <w:color w:val="5B9BD5"/>
          <w:sz w:val="24"/>
          <w:szCs w:val="24"/>
        </w:rPr>
        <w:t>Видимост и комуникация</w:t>
      </w:r>
      <w:r w:rsidR="00F95D0E" w:rsidRPr="000E133E" w:rsidDel="00F95D0E">
        <w:rPr>
          <w:rFonts w:ascii="Times New Roman" w:hAnsi="Times New Roman" w:cs="Times New Roman"/>
          <w:b/>
          <w:bCs/>
          <w:color w:val="5B9BD5"/>
          <w:sz w:val="24"/>
          <w:szCs w:val="24"/>
        </w:rPr>
        <w:t xml:space="preserve"> </w:t>
      </w:r>
    </w:p>
    <w:p w14:paraId="3EA82119"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530A88A8" w14:textId="77777777" w:rsidR="00690FF0" w:rsidRPr="000E133E" w:rsidRDefault="00690FF0" w:rsidP="00B96924">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2021/1060, като:</w:t>
      </w:r>
    </w:p>
    <w:p w14:paraId="5629874C" w14:textId="5B3FDF4A"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 финансовата подкрепа от Съюза; </w:t>
      </w:r>
    </w:p>
    <w:p w14:paraId="1238488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14431553"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6C95C00E"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ЕФРР и Кохезионния фонд, с общ размер на разходите над 500 000 EUR; </w:t>
      </w:r>
    </w:p>
    <w:p w14:paraId="47F5CE0D" w14:textId="77777777" w:rsidR="00690FF0" w:rsidRPr="000E133E" w:rsidRDefault="00690FF0" w:rsidP="009F44C5">
      <w:pPr>
        <w:spacing w:after="0" w:line="360" w:lineRule="auto"/>
        <w:jc w:val="both"/>
        <w:rPr>
          <w:rFonts w:ascii="Times New Roman" w:hAnsi="Times New Roman" w:cs="Times New Roman"/>
          <w:bCs/>
          <w:noProof/>
          <w:sz w:val="24"/>
          <w:szCs w:val="24"/>
        </w:rPr>
      </w:pPr>
      <w:r w:rsidRPr="000E133E">
        <w:rPr>
          <w:rFonts w:ascii="Times New Roman" w:hAnsi="Times New Roman" w:cs="Times New Roman"/>
          <w:bCs/>
          <w:noProof/>
          <w:sz w:val="24"/>
          <w:szCs w:val="24"/>
        </w:rPr>
        <w:t>•</w:t>
      </w:r>
      <w:r w:rsidRPr="000E133E">
        <w:rPr>
          <w:rFonts w:ascii="Times New Roman" w:hAnsi="Times New Roman" w:cs="Times New Roman"/>
          <w:bCs/>
          <w:noProof/>
          <w:sz w:val="24"/>
          <w:szCs w:val="24"/>
        </w:rPr>
        <w:tab/>
        <w:t xml:space="preserve">операциите, получаващи подкрепа от ЕСФ+, ФСП, ЕФМДРА, ФУМИ, ФВС или ИУГВП, с общ размер на разходите над 100 000 EUR; </w:t>
      </w:r>
    </w:p>
    <w:p w14:paraId="3BEE9107" w14:textId="77777777" w:rsidR="00690FF0" w:rsidRPr="000E133E" w:rsidRDefault="00690FF0" w:rsidP="009F44C5">
      <w:pPr>
        <w:spacing w:after="0" w:line="360" w:lineRule="auto"/>
        <w:ind w:firstLine="72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4A3E9E3F" w14:textId="77777777" w:rsidR="00690FF0" w:rsidRPr="000E133E" w:rsidRDefault="00690FF0" w:rsidP="009F44C5">
      <w:pPr>
        <w:spacing w:after="0" w:line="360" w:lineRule="auto"/>
        <w:ind w:firstLine="708"/>
        <w:jc w:val="both"/>
        <w:rPr>
          <w:rFonts w:ascii="Times New Roman" w:hAnsi="Times New Roman" w:cs="Times New Roman"/>
          <w:bCs/>
          <w:noProof/>
          <w:sz w:val="24"/>
          <w:szCs w:val="24"/>
        </w:rPr>
      </w:pPr>
      <w:r w:rsidRPr="000E133E">
        <w:rPr>
          <w:rFonts w:ascii="Times New Roman" w:hAnsi="Times New Roman" w:cs="Times New Roman"/>
          <w:b/>
          <w:bCs/>
          <w:noProof/>
          <w:sz w:val="24"/>
          <w:szCs w:val="24"/>
        </w:rPr>
        <w:t>ВАЖНО:</w:t>
      </w:r>
      <w:r w:rsidRPr="000E133E">
        <w:rPr>
          <w:rFonts w:ascii="Times New Roman" w:hAnsi="Times New Roman" w:cs="Times New Roman"/>
          <w:bCs/>
          <w:noProof/>
          <w:sz w:val="24"/>
          <w:szCs w:val="24"/>
        </w:rPr>
        <w:t xml:space="preserve"> </w:t>
      </w:r>
      <w:r w:rsidRPr="000E133E">
        <w:rPr>
          <w:rFonts w:ascii="Times New Roman" w:hAnsi="Times New Roman" w:cs="Times New Roman"/>
          <w:sz w:val="24"/>
          <w:szCs w:val="24"/>
          <w:lang w:eastAsia="bg-BG"/>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5F49B585" w14:textId="77777777" w:rsidR="001455AB" w:rsidRPr="000E133E" w:rsidRDefault="001455AB" w:rsidP="009F44C5">
      <w:pPr>
        <w:spacing w:after="0" w:line="360" w:lineRule="auto"/>
        <w:ind w:firstLine="540"/>
        <w:jc w:val="both"/>
        <w:rPr>
          <w:rFonts w:ascii="Times New Roman" w:hAnsi="Times New Roman" w:cs="Times New Roman"/>
          <w:bCs/>
          <w:noProof/>
          <w:sz w:val="24"/>
          <w:szCs w:val="24"/>
        </w:rPr>
      </w:pPr>
      <w:r w:rsidRPr="0072116B">
        <w:rPr>
          <w:rFonts w:ascii="Times New Roman" w:hAnsi="Times New Roman" w:cs="Times New Roman"/>
          <w:bCs/>
          <w:noProof/>
          <w:sz w:val="24"/>
          <w:szCs w:val="24"/>
        </w:rPr>
        <w:t>В случай че се установи, че бенефициентът не изпълнява задълженията си по член 47 или параграфи 1 и 2 от член 50 от Регламент 2021/106</w:t>
      </w:r>
      <w:r w:rsidR="00182E90">
        <w:rPr>
          <w:rFonts w:ascii="Times New Roman" w:hAnsi="Times New Roman" w:cs="Times New Roman"/>
          <w:bCs/>
          <w:noProof/>
          <w:sz w:val="24"/>
          <w:szCs w:val="24"/>
        </w:rPr>
        <w:t>0</w:t>
      </w:r>
      <w:r w:rsidRPr="0072116B">
        <w:rPr>
          <w:rFonts w:ascii="Times New Roman" w:hAnsi="Times New Roman" w:cs="Times New Roman"/>
          <w:bCs/>
          <w:noProof/>
          <w:sz w:val="24"/>
          <w:szCs w:val="24"/>
        </w:rPr>
        <w:t xml:space="preserve">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29C598F8"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1C8A19E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13 ). </w:t>
      </w:r>
    </w:p>
    <w:p w14:paraId="79110C35"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14 ).</w:t>
      </w:r>
    </w:p>
    <w:p w14:paraId="1E0E442B"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Двата логотипа следва да бъдат с един и същ размер, измерен по височина или ширина.</w:t>
      </w:r>
    </w:p>
    <w:p w14:paraId="2459E34A"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Готовите за използване изявления за финансиране могат да бъдат изтеглени и от центъра за изтегляния:</w:t>
      </w:r>
    </w:p>
    <w:p w14:paraId="2771542B" w14:textId="77777777" w:rsidR="00690FF0" w:rsidRPr="000E133E" w:rsidRDefault="00A0465A" w:rsidP="009F44C5">
      <w:pPr>
        <w:spacing w:after="0" w:line="360" w:lineRule="auto"/>
        <w:ind w:firstLine="540"/>
        <w:jc w:val="both"/>
        <w:rPr>
          <w:rFonts w:ascii="Times New Roman" w:hAnsi="Times New Roman" w:cs="Times New Roman"/>
          <w:bCs/>
          <w:noProof/>
          <w:sz w:val="24"/>
          <w:szCs w:val="24"/>
        </w:rPr>
      </w:pPr>
      <w:hyperlink r:id="rId9" w:history="1">
        <w:r w:rsidR="00690FF0" w:rsidRPr="000E133E">
          <w:rPr>
            <w:rFonts w:ascii="Times New Roman" w:hAnsi="Times New Roman" w:cs="Times New Roman"/>
            <w:bCs/>
            <w:noProof/>
            <w:color w:val="0563C1"/>
            <w:sz w:val="24"/>
            <w:szCs w:val="24"/>
            <w:u w:val="single"/>
          </w:rPr>
          <w:t>https://ec.europa.eu/regional_policy/information-sources/logo-download-center_en</w:t>
        </w:r>
      </w:hyperlink>
    </w:p>
    <w:p w14:paraId="41B6B7A2" w14:textId="77777777" w:rsidR="00690FF0" w:rsidRPr="000E133E" w:rsidRDefault="00690FF0" w:rsidP="009F44C5">
      <w:pPr>
        <w:spacing w:after="0" w:line="360" w:lineRule="auto"/>
        <w:ind w:firstLine="540"/>
        <w:jc w:val="both"/>
        <w:rPr>
          <w:rFonts w:ascii="Times New Roman" w:hAnsi="Times New Roman" w:cs="Times New Roman"/>
          <w:bCs/>
          <w:noProof/>
          <w:sz w:val="24"/>
          <w:szCs w:val="24"/>
        </w:rPr>
      </w:pPr>
      <w:r w:rsidRPr="000E133E">
        <w:rPr>
          <w:rFonts w:ascii="Times New Roman" w:hAnsi="Times New Roman" w:cs="Times New Roman"/>
          <w:bCs/>
          <w:noProof/>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19AF9CAB" w14:textId="77777777" w:rsidR="00287EA8" w:rsidRPr="000E133E" w:rsidRDefault="00A0465A" w:rsidP="00F27B86">
      <w:pPr>
        <w:spacing w:after="0" w:line="360" w:lineRule="auto"/>
        <w:ind w:firstLine="540"/>
        <w:jc w:val="both"/>
        <w:rPr>
          <w:rFonts w:ascii="Times New Roman" w:hAnsi="Times New Roman" w:cs="Times New Roman"/>
          <w:bCs/>
          <w:noProof/>
          <w:sz w:val="24"/>
          <w:szCs w:val="24"/>
        </w:rPr>
      </w:pPr>
      <w:hyperlink r:id="rId10" w:history="1">
        <w:r w:rsidR="00690FF0" w:rsidRPr="000E133E">
          <w:rPr>
            <w:rStyle w:val="Hyperlink"/>
            <w:rFonts w:ascii="Times New Roman" w:hAnsi="Times New Roman" w:cs="Times New Roman"/>
            <w:bCs/>
            <w:noProof/>
            <w:sz w:val="24"/>
            <w:szCs w:val="24"/>
          </w:rPr>
          <w:t>https://commission.europa.eu/system/files/2021-05/eu-emblem-rules_en.pdf</w:t>
        </w:r>
      </w:hyperlink>
    </w:p>
    <w:p w14:paraId="5E49D86C" w14:textId="7E3E9AFB" w:rsidR="00E6331A" w:rsidRPr="005735EF" w:rsidRDefault="00E6331A" w:rsidP="009F44C5">
      <w:pPr>
        <w:keepNext/>
        <w:keepLines/>
        <w:spacing w:after="0" w:line="360" w:lineRule="auto"/>
        <w:ind w:firstLine="708"/>
        <w:jc w:val="both"/>
        <w:outlineLvl w:val="1"/>
        <w:rPr>
          <w:rFonts w:ascii="Times New Roman" w:hAnsi="Times New Roman" w:cs="Times New Roman"/>
          <w:b/>
          <w:bCs/>
          <w:color w:val="5B9BD5"/>
          <w:sz w:val="24"/>
          <w:szCs w:val="24"/>
        </w:rPr>
      </w:pPr>
      <w:bookmarkStart w:id="1" w:name="_Toc442274579"/>
      <w:bookmarkStart w:id="2" w:name="_Toc509920777"/>
      <w:r w:rsidRPr="000E133E">
        <w:rPr>
          <w:rFonts w:ascii="Times New Roman" w:hAnsi="Times New Roman" w:cs="Times New Roman"/>
          <w:b/>
          <w:bCs/>
          <w:color w:val="5B9BD5"/>
          <w:sz w:val="24"/>
          <w:szCs w:val="24"/>
        </w:rPr>
        <w:t>4. Приложения към Условията за изпълнение:</w:t>
      </w:r>
      <w:bookmarkEnd w:id="1"/>
      <w:bookmarkEnd w:id="2"/>
    </w:p>
    <w:p w14:paraId="7EB9F52C" w14:textId="75E08DA3" w:rsidR="003C59D0" w:rsidRPr="003C59D0" w:rsidRDefault="003C59D0" w:rsidP="003C59D0">
      <w:pPr>
        <w:keepNext/>
        <w:keepLines/>
        <w:spacing w:after="0" w:line="360" w:lineRule="auto"/>
        <w:jc w:val="both"/>
        <w:outlineLvl w:val="1"/>
        <w:rPr>
          <w:rFonts w:ascii="Times New Roman" w:hAnsi="Times New Roman" w:cs="Times New Roman"/>
          <w:bCs/>
          <w:sz w:val="24"/>
          <w:szCs w:val="24"/>
        </w:rPr>
      </w:pPr>
      <w:r w:rsidRPr="003C59D0">
        <w:rPr>
          <w:rFonts w:ascii="Times New Roman" w:hAnsi="Times New Roman" w:cs="Times New Roman"/>
          <w:bCs/>
          <w:sz w:val="24"/>
          <w:szCs w:val="24"/>
        </w:rPr>
        <w:t>Приложение №</w:t>
      </w:r>
      <w:r>
        <w:rPr>
          <w:rFonts w:ascii="Times New Roman" w:hAnsi="Times New Roman" w:cs="Times New Roman"/>
          <w:bCs/>
          <w:sz w:val="24"/>
          <w:szCs w:val="24"/>
        </w:rPr>
        <w:t xml:space="preserve"> </w:t>
      </w:r>
      <w:r w:rsidRPr="003C59D0">
        <w:rPr>
          <w:rFonts w:ascii="Times New Roman" w:hAnsi="Times New Roman" w:cs="Times New Roman"/>
          <w:bCs/>
          <w:sz w:val="24"/>
          <w:szCs w:val="24"/>
        </w:rPr>
        <w:t>6 – Застрахователни рискове</w:t>
      </w:r>
      <w:r>
        <w:rPr>
          <w:rFonts w:ascii="Times New Roman" w:hAnsi="Times New Roman" w:cs="Times New Roman"/>
          <w:bCs/>
          <w:sz w:val="24"/>
          <w:szCs w:val="24"/>
        </w:rPr>
        <w:t>;</w:t>
      </w:r>
    </w:p>
    <w:p w14:paraId="5200A0B2" w14:textId="77777777" w:rsidR="00E6331A" w:rsidRPr="000746AB" w:rsidRDefault="00E6331A" w:rsidP="009F44C5">
      <w:pPr>
        <w:keepNext/>
        <w:keepLines/>
        <w:spacing w:after="0" w:line="360" w:lineRule="auto"/>
        <w:jc w:val="both"/>
        <w:outlineLvl w:val="1"/>
        <w:rPr>
          <w:rFonts w:ascii="Times New Roman" w:hAnsi="Times New Roman" w:cs="Times New Roman"/>
          <w:bCs/>
          <w:sz w:val="24"/>
          <w:szCs w:val="24"/>
        </w:rPr>
      </w:pPr>
      <w:bookmarkStart w:id="3" w:name="_Toc509920778"/>
      <w:r w:rsidRPr="000746AB">
        <w:rPr>
          <w:rFonts w:ascii="Times New Roman" w:hAnsi="Times New Roman" w:cs="Times New Roman"/>
          <w:bCs/>
          <w:sz w:val="24"/>
          <w:szCs w:val="24"/>
        </w:rPr>
        <w:t>Приложение № 7 – Декларация за упражняване правото на данъчен кредит</w:t>
      </w:r>
      <w:bookmarkEnd w:id="3"/>
      <w:r w:rsidRPr="000746AB">
        <w:rPr>
          <w:rFonts w:ascii="Times New Roman" w:hAnsi="Times New Roman" w:cs="Times New Roman"/>
          <w:bCs/>
          <w:sz w:val="24"/>
          <w:szCs w:val="24"/>
        </w:rPr>
        <w:t>;</w:t>
      </w:r>
    </w:p>
    <w:p w14:paraId="7D219C76" w14:textId="6AB242A0" w:rsidR="00E6331A"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 xml:space="preserve">Приложение № 8 – </w:t>
      </w:r>
      <w:r w:rsidR="00B57414" w:rsidRPr="000746AB">
        <w:rPr>
          <w:rFonts w:ascii="Times New Roman" w:hAnsi="Times New Roman" w:cs="Times New Roman"/>
          <w:bCs/>
          <w:sz w:val="24"/>
          <w:szCs w:val="24"/>
        </w:rPr>
        <w:t>Административен</w:t>
      </w:r>
      <w:r w:rsidRPr="000746AB">
        <w:rPr>
          <w:rFonts w:ascii="Times New Roman" w:hAnsi="Times New Roman" w:cs="Times New Roman"/>
          <w:bCs/>
          <w:sz w:val="24"/>
          <w:szCs w:val="24"/>
        </w:rPr>
        <w:t xml:space="preserve"> договор за </w:t>
      </w:r>
      <w:r w:rsidR="00CA1115" w:rsidRPr="000746AB">
        <w:rPr>
          <w:rFonts w:ascii="Times New Roman" w:hAnsi="Times New Roman" w:cs="Times New Roman"/>
          <w:bCs/>
          <w:sz w:val="24"/>
          <w:szCs w:val="24"/>
        </w:rPr>
        <w:t xml:space="preserve">предоставяне на </w:t>
      </w:r>
      <w:r w:rsidRPr="000746AB">
        <w:rPr>
          <w:rFonts w:ascii="Times New Roman" w:hAnsi="Times New Roman" w:cs="Times New Roman"/>
          <w:bCs/>
          <w:sz w:val="24"/>
          <w:szCs w:val="24"/>
        </w:rPr>
        <w:t>безвъзмездна финансова помощ по Програмата за морско дело</w:t>
      </w:r>
      <w:r w:rsidR="009849BA" w:rsidRPr="000746AB">
        <w:rPr>
          <w:rFonts w:ascii="Times New Roman" w:hAnsi="Times New Roman" w:cs="Times New Roman"/>
          <w:bCs/>
          <w:sz w:val="24"/>
          <w:szCs w:val="24"/>
        </w:rPr>
        <w:t>,</w:t>
      </w:r>
      <w:r w:rsidRPr="000746AB">
        <w:rPr>
          <w:rFonts w:ascii="Times New Roman" w:hAnsi="Times New Roman" w:cs="Times New Roman"/>
          <w:bCs/>
          <w:sz w:val="24"/>
          <w:szCs w:val="24"/>
        </w:rPr>
        <w:t xml:space="preserve">  рибарство</w:t>
      </w:r>
      <w:r w:rsidR="005C7D63" w:rsidRPr="000746AB">
        <w:rPr>
          <w:rFonts w:ascii="Times New Roman" w:hAnsi="Times New Roman" w:cs="Times New Roman"/>
          <w:bCs/>
          <w:sz w:val="24"/>
          <w:szCs w:val="24"/>
        </w:rPr>
        <w:t xml:space="preserve"> и аквакултури</w:t>
      </w:r>
      <w:r w:rsidRPr="000746AB">
        <w:rPr>
          <w:rFonts w:ascii="Times New Roman" w:hAnsi="Times New Roman" w:cs="Times New Roman"/>
          <w:bCs/>
          <w:sz w:val="24"/>
          <w:szCs w:val="24"/>
        </w:rPr>
        <w:t xml:space="preserve"> 20</w:t>
      </w:r>
      <w:r w:rsidR="005C7D63" w:rsidRPr="000746AB">
        <w:rPr>
          <w:rFonts w:ascii="Times New Roman" w:hAnsi="Times New Roman" w:cs="Times New Roman"/>
          <w:bCs/>
          <w:sz w:val="24"/>
          <w:szCs w:val="24"/>
        </w:rPr>
        <w:t>21</w:t>
      </w:r>
      <w:r w:rsidRPr="000746AB">
        <w:rPr>
          <w:rFonts w:ascii="Times New Roman" w:hAnsi="Times New Roman" w:cs="Times New Roman"/>
          <w:bCs/>
          <w:sz w:val="24"/>
          <w:szCs w:val="24"/>
        </w:rPr>
        <w:t>-202</w:t>
      </w:r>
      <w:r w:rsidR="005C7D63" w:rsidRPr="000746AB">
        <w:rPr>
          <w:rFonts w:ascii="Times New Roman" w:hAnsi="Times New Roman" w:cs="Times New Roman"/>
          <w:bCs/>
          <w:sz w:val="24"/>
          <w:szCs w:val="24"/>
        </w:rPr>
        <w:t>7</w:t>
      </w:r>
      <w:r w:rsidRPr="000746AB">
        <w:rPr>
          <w:rFonts w:ascii="Times New Roman" w:hAnsi="Times New Roman" w:cs="Times New Roman"/>
          <w:bCs/>
          <w:sz w:val="24"/>
          <w:szCs w:val="24"/>
        </w:rPr>
        <w:t xml:space="preserve"> г.;</w:t>
      </w:r>
    </w:p>
    <w:p w14:paraId="4E23EDC8" w14:textId="5766AA27" w:rsidR="005735EF" w:rsidRPr="000746AB" w:rsidRDefault="005735EF" w:rsidP="00976643">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w:t>
      </w:r>
      <w:r w:rsidR="00E01EC4" w:rsidRPr="00E01EC4">
        <w:rPr>
          <w:rFonts w:ascii="Times New Roman" w:hAnsi="Times New Roman" w:cs="Times New Roman"/>
          <w:bCs/>
          <w:sz w:val="24"/>
          <w:szCs w:val="24"/>
        </w:rPr>
        <w:t>№</w:t>
      </w:r>
      <w:r w:rsidR="00E01EC4" w:rsidRPr="00E0537B">
        <w:rPr>
          <w:rFonts w:ascii="Times New Roman" w:hAnsi="Times New Roman" w:cs="Times New Roman"/>
          <w:bCs/>
          <w:sz w:val="24"/>
          <w:szCs w:val="24"/>
        </w:rPr>
        <w:t xml:space="preserve"> </w:t>
      </w:r>
      <w:r w:rsidR="00976643">
        <w:rPr>
          <w:rFonts w:ascii="Times New Roman" w:hAnsi="Times New Roman" w:cs="Times New Roman"/>
          <w:bCs/>
          <w:sz w:val="24"/>
          <w:szCs w:val="24"/>
        </w:rPr>
        <w:t>5</w:t>
      </w:r>
      <w:r>
        <w:rPr>
          <w:rFonts w:ascii="Times New Roman" w:hAnsi="Times New Roman" w:cs="Times New Roman"/>
          <w:bCs/>
          <w:sz w:val="24"/>
          <w:szCs w:val="24"/>
        </w:rPr>
        <w:t xml:space="preserve"> към </w:t>
      </w:r>
      <w:proofErr w:type="spellStart"/>
      <w:r>
        <w:rPr>
          <w:rFonts w:ascii="Times New Roman" w:hAnsi="Times New Roman" w:cs="Times New Roman"/>
          <w:bCs/>
          <w:sz w:val="24"/>
          <w:szCs w:val="24"/>
        </w:rPr>
        <w:t>Администратвния</w:t>
      </w:r>
      <w:proofErr w:type="spellEnd"/>
      <w:r>
        <w:rPr>
          <w:rFonts w:ascii="Times New Roman" w:hAnsi="Times New Roman" w:cs="Times New Roman"/>
          <w:bCs/>
          <w:sz w:val="24"/>
          <w:szCs w:val="24"/>
        </w:rPr>
        <w:t xml:space="preserve"> договор - Таблица одобрени разходи  </w:t>
      </w:r>
    </w:p>
    <w:p w14:paraId="739117CF"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9 – Общи условия към финансираните по Програмата за морско дело</w:t>
      </w:r>
      <w:r w:rsidR="009849BA"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xml:space="preserve"> 20</w:t>
      </w:r>
      <w:r w:rsidR="005C7D63" w:rsidRPr="00A149A2">
        <w:rPr>
          <w:rFonts w:ascii="Times New Roman" w:hAnsi="Times New Roman" w:cs="Times New Roman"/>
          <w:bCs/>
          <w:sz w:val="24"/>
          <w:szCs w:val="24"/>
        </w:rPr>
        <w:t>21</w:t>
      </w:r>
      <w:r w:rsidRPr="00A149A2">
        <w:rPr>
          <w:rFonts w:ascii="Times New Roman" w:hAnsi="Times New Roman" w:cs="Times New Roman"/>
          <w:bCs/>
          <w:sz w:val="24"/>
          <w:szCs w:val="24"/>
        </w:rPr>
        <w:t>-202</w:t>
      </w:r>
      <w:r w:rsidR="005C7D63"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г. административни договори за предоставяне на безвъзмездна финансова помощ;</w:t>
      </w:r>
    </w:p>
    <w:p w14:paraId="204B48F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10 – Образец на банкова гаранция;</w:t>
      </w:r>
    </w:p>
    <w:p w14:paraId="033A69B9"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11 – Заявление за профил за достъп на ръководител на бенефициента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2F690B5"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 xml:space="preserve">Приложение № 12 – Заявление за профил за достъп на упълномощени от бенефициента лица до </w:t>
      </w:r>
      <w:r w:rsidR="00EB65FC" w:rsidRPr="00A149A2">
        <w:rPr>
          <w:rFonts w:ascii="Times New Roman" w:hAnsi="Times New Roman" w:cs="Times New Roman"/>
          <w:bCs/>
          <w:sz w:val="24"/>
          <w:szCs w:val="24"/>
        </w:rPr>
        <w:t>ИСУН</w:t>
      </w:r>
      <w:r w:rsidRPr="00A149A2">
        <w:rPr>
          <w:rFonts w:ascii="Times New Roman" w:hAnsi="Times New Roman" w:cs="Times New Roman"/>
          <w:bCs/>
          <w:sz w:val="24"/>
          <w:szCs w:val="24"/>
        </w:rPr>
        <w:t>;</w:t>
      </w:r>
    </w:p>
    <w:p w14:paraId="781A59ED"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13 – Списък с изискуеми документи към Искане за авансово плащане;</w:t>
      </w:r>
    </w:p>
    <w:p w14:paraId="25F8D8B4" w14:textId="77777777" w:rsidR="00E6331A" w:rsidRPr="00A149A2" w:rsidRDefault="00E6331A" w:rsidP="009F44C5">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569E31C1" w14:textId="77777777" w:rsidR="00E6331A" w:rsidRPr="005735EF" w:rsidRDefault="00E6331A" w:rsidP="009F44C5">
      <w:pPr>
        <w:spacing w:after="0" w:line="360" w:lineRule="auto"/>
        <w:jc w:val="both"/>
        <w:rPr>
          <w:rFonts w:ascii="Times New Roman" w:hAnsi="Times New Roman" w:cs="Times New Roman"/>
          <w:bCs/>
          <w:sz w:val="24"/>
          <w:szCs w:val="24"/>
        </w:rPr>
      </w:pPr>
      <w:r w:rsidRPr="000746AB">
        <w:rPr>
          <w:rFonts w:ascii="Times New Roman" w:hAnsi="Times New Roman" w:cs="Times New Roman"/>
          <w:bCs/>
          <w:sz w:val="24"/>
          <w:szCs w:val="24"/>
        </w:rPr>
        <w:t>Приложение № 15 – Декларация за втора употреба;</w:t>
      </w:r>
    </w:p>
    <w:p w14:paraId="024A0AD3" w14:textId="0DD8A174" w:rsidR="00670EAF" w:rsidRPr="005735EF" w:rsidRDefault="00670EAF" w:rsidP="009F44C5">
      <w:pPr>
        <w:spacing w:after="0" w:line="360" w:lineRule="auto"/>
        <w:jc w:val="both"/>
        <w:rPr>
          <w:rFonts w:ascii="Times New Roman" w:hAnsi="Times New Roman" w:cs="Times New Roman"/>
          <w:bCs/>
          <w:sz w:val="24"/>
          <w:szCs w:val="24"/>
        </w:rPr>
      </w:pPr>
      <w:r w:rsidRPr="005735EF">
        <w:rPr>
          <w:rFonts w:ascii="Times New Roman" w:hAnsi="Times New Roman" w:cs="Times New Roman"/>
          <w:bCs/>
          <w:sz w:val="24"/>
          <w:szCs w:val="24"/>
        </w:rPr>
        <w:t>Приложение № 16 -  Декларации към АДПБФП;</w:t>
      </w:r>
    </w:p>
    <w:p w14:paraId="0DE79414" w14:textId="1650119B" w:rsidR="004A2637" w:rsidRPr="000746AB" w:rsidRDefault="00B74FFA" w:rsidP="009F44C5">
      <w:pPr>
        <w:spacing w:after="0" w:line="360" w:lineRule="auto"/>
        <w:jc w:val="both"/>
        <w:rPr>
          <w:rFonts w:ascii="Times New Roman" w:hAnsi="Times New Roman" w:cs="Times New Roman"/>
          <w:bCs/>
          <w:sz w:val="24"/>
          <w:szCs w:val="24"/>
        </w:rPr>
      </w:pPr>
      <w:r w:rsidRPr="00B74FFA">
        <w:rPr>
          <w:rFonts w:ascii="Times New Roman" w:hAnsi="Times New Roman" w:cs="Times New Roman"/>
          <w:bCs/>
          <w:sz w:val="24"/>
          <w:szCs w:val="24"/>
        </w:rPr>
        <w:t>Приложение № 1</w:t>
      </w:r>
      <w:r w:rsidRPr="00670EAF">
        <w:rPr>
          <w:rFonts w:ascii="Times New Roman" w:hAnsi="Times New Roman" w:cs="Times New Roman"/>
          <w:bCs/>
          <w:sz w:val="24"/>
          <w:szCs w:val="24"/>
        </w:rPr>
        <w:t>7</w:t>
      </w:r>
      <w:r w:rsidRPr="00B74FFA">
        <w:rPr>
          <w:rFonts w:ascii="Times New Roman" w:hAnsi="Times New Roman" w:cs="Times New Roman"/>
          <w:bCs/>
          <w:sz w:val="24"/>
          <w:szCs w:val="24"/>
        </w:rPr>
        <w:t xml:space="preserve"> </w:t>
      </w:r>
      <w:r w:rsidRPr="00670EAF">
        <w:rPr>
          <w:rFonts w:ascii="Times New Roman" w:hAnsi="Times New Roman" w:cs="Times New Roman"/>
          <w:bCs/>
          <w:sz w:val="24"/>
          <w:szCs w:val="24"/>
        </w:rPr>
        <w:t xml:space="preserve">- </w:t>
      </w:r>
      <w:r w:rsidR="00051580" w:rsidRPr="000746AB">
        <w:rPr>
          <w:rFonts w:ascii="Times New Roman" w:hAnsi="Times New Roman" w:cs="Times New Roman"/>
          <w:bCs/>
          <w:sz w:val="24"/>
          <w:szCs w:val="24"/>
        </w:rPr>
        <w:t xml:space="preserve">Декларация № 1 по чл. 25, ал. 2 от Закона за управление на средствата от Европейските </w:t>
      </w:r>
      <w:r w:rsidR="005C7D63" w:rsidRPr="000746AB">
        <w:rPr>
          <w:rFonts w:ascii="Times New Roman" w:hAnsi="Times New Roman" w:cs="Times New Roman"/>
          <w:bCs/>
          <w:sz w:val="24"/>
          <w:szCs w:val="24"/>
        </w:rPr>
        <w:t>фондове за споделено управление</w:t>
      </w:r>
      <w:r w:rsidR="00051580" w:rsidRPr="000746AB">
        <w:rPr>
          <w:rFonts w:ascii="Times New Roman" w:hAnsi="Times New Roman" w:cs="Times New Roman"/>
          <w:bCs/>
          <w:sz w:val="24"/>
          <w:szCs w:val="24"/>
        </w:rPr>
        <w:t xml:space="preserve"> и чл. 7 </w:t>
      </w:r>
      <w:r w:rsidR="00EF0DAF" w:rsidRPr="000746AB">
        <w:rPr>
          <w:rFonts w:ascii="Times New Roman" w:hAnsi="Times New Roman" w:cs="Times New Roman"/>
          <w:bCs/>
          <w:sz w:val="24"/>
          <w:szCs w:val="24"/>
        </w:rPr>
        <w:t>от</w:t>
      </w:r>
      <w:r w:rsidR="00051580" w:rsidRPr="000746AB">
        <w:rPr>
          <w:rFonts w:ascii="Times New Roman" w:hAnsi="Times New Roman" w:cs="Times New Roman"/>
          <w:bCs/>
          <w:sz w:val="24"/>
          <w:szCs w:val="24"/>
        </w:rPr>
        <w:t xml:space="preserve"> </w:t>
      </w:r>
      <w:r w:rsidR="002229C3" w:rsidRPr="000746AB">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002229C3" w:rsidRPr="000746AB">
        <w:rPr>
          <w:rFonts w:ascii="Times New Roman" w:hAnsi="Times New Roman" w:cs="Times New Roman"/>
          <w:bCs/>
          <w:color w:val="000000"/>
          <w:sz w:val="24"/>
          <w:szCs w:val="24"/>
          <w:shd w:val="clear" w:color="auto" w:fill="FEFEFE"/>
        </w:rPr>
        <w:t>Европейските фондове при споделено управление</w:t>
      </w:r>
      <w:r w:rsidR="002229C3" w:rsidRPr="000746AB" w:rsidDel="002229C3">
        <w:rPr>
          <w:rFonts w:ascii="Times New Roman" w:hAnsi="Times New Roman" w:cs="Times New Roman"/>
          <w:bCs/>
          <w:sz w:val="24"/>
          <w:szCs w:val="24"/>
        </w:rPr>
        <w:t xml:space="preserve"> </w:t>
      </w:r>
      <w:r w:rsidR="002229C3" w:rsidRPr="000746AB">
        <w:rPr>
          <w:rFonts w:ascii="Times New Roman" w:hAnsi="Times New Roman" w:cs="Times New Roman"/>
          <w:bCs/>
          <w:sz w:val="24"/>
          <w:szCs w:val="24"/>
        </w:rPr>
        <w:t>2021-2027 г.</w:t>
      </w:r>
      <w:r w:rsidR="00C3372A" w:rsidRPr="000746AB">
        <w:rPr>
          <w:rFonts w:ascii="Times New Roman" w:hAnsi="Times New Roman" w:cs="Times New Roman"/>
          <w:bCs/>
          <w:sz w:val="24"/>
          <w:szCs w:val="24"/>
        </w:rPr>
        <w:t xml:space="preserve"> ПМС № 23/2023.</w:t>
      </w:r>
    </w:p>
    <w:p w14:paraId="08288A60" w14:textId="66D26E0E" w:rsidR="00E6331A" w:rsidRDefault="00501056" w:rsidP="005E5652">
      <w:pPr>
        <w:spacing w:after="0" w:line="360" w:lineRule="auto"/>
        <w:jc w:val="both"/>
        <w:rPr>
          <w:rFonts w:ascii="Times New Roman" w:hAnsi="Times New Roman" w:cs="Times New Roman"/>
          <w:bCs/>
          <w:sz w:val="24"/>
          <w:szCs w:val="24"/>
        </w:rPr>
      </w:pPr>
      <w:r w:rsidRPr="00A149A2">
        <w:rPr>
          <w:rFonts w:ascii="Times New Roman" w:hAnsi="Times New Roman" w:cs="Times New Roman"/>
          <w:bCs/>
          <w:sz w:val="24"/>
          <w:szCs w:val="24"/>
        </w:rPr>
        <w:t>Приложение № 1</w:t>
      </w:r>
      <w:r w:rsidR="00051580" w:rsidRPr="00A149A2">
        <w:rPr>
          <w:rFonts w:ascii="Times New Roman" w:hAnsi="Times New Roman" w:cs="Times New Roman"/>
          <w:bCs/>
          <w:sz w:val="24"/>
          <w:szCs w:val="24"/>
        </w:rPr>
        <w:t>8</w:t>
      </w:r>
      <w:r w:rsidRPr="00A149A2">
        <w:rPr>
          <w:rFonts w:ascii="Times New Roman" w:hAnsi="Times New Roman" w:cs="Times New Roman"/>
          <w:bCs/>
          <w:sz w:val="24"/>
          <w:szCs w:val="24"/>
        </w:rPr>
        <w:t xml:space="preserve">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r w:rsidR="009849BA" w:rsidRPr="00A149A2">
        <w:rPr>
          <w:rFonts w:ascii="Times New Roman" w:hAnsi="Times New Roman" w:cs="Times New Roman"/>
          <w:bCs/>
          <w:sz w:val="24"/>
          <w:szCs w:val="24"/>
        </w:rPr>
        <w:t>ЕВРАТОМ</w:t>
      </w:r>
      <w:r w:rsidRPr="00A149A2">
        <w:rPr>
          <w:rFonts w:ascii="Times New Roman" w:hAnsi="Times New Roman" w:cs="Times New Roman"/>
          <w:bCs/>
          <w:sz w:val="24"/>
          <w:szCs w:val="24"/>
        </w:rPr>
        <w:t>) 2018/1046 на Европейския  парламент; Декларация  по чл. 1</w:t>
      </w:r>
      <w:r w:rsidR="00043ECE" w:rsidRPr="00A149A2">
        <w:rPr>
          <w:rFonts w:ascii="Times New Roman" w:hAnsi="Times New Roman" w:cs="Times New Roman"/>
          <w:bCs/>
          <w:sz w:val="24"/>
          <w:szCs w:val="24"/>
        </w:rPr>
        <w:t>1</w:t>
      </w:r>
      <w:r w:rsidR="00DF45D8" w:rsidRPr="00A149A2">
        <w:rPr>
          <w:rFonts w:ascii="Times New Roman" w:hAnsi="Times New Roman" w:cs="Times New Roman"/>
          <w:bCs/>
          <w:sz w:val="24"/>
          <w:szCs w:val="24"/>
        </w:rPr>
        <w:t xml:space="preserve">, параграф </w:t>
      </w:r>
      <w:r w:rsidR="003D4CA8" w:rsidRPr="00A149A2">
        <w:rPr>
          <w:rFonts w:ascii="Times New Roman" w:hAnsi="Times New Roman" w:cs="Times New Roman"/>
          <w:bCs/>
          <w:sz w:val="24"/>
          <w:szCs w:val="24"/>
        </w:rPr>
        <w:t>6</w:t>
      </w:r>
      <w:r w:rsidRPr="00A149A2">
        <w:rPr>
          <w:rFonts w:ascii="Times New Roman" w:hAnsi="Times New Roman" w:cs="Times New Roman"/>
          <w:bCs/>
          <w:sz w:val="24"/>
          <w:szCs w:val="24"/>
        </w:rPr>
        <w:t xml:space="preserve"> от Регламент (ЕС) №</w:t>
      </w:r>
      <w:r w:rsidRPr="00A149A2">
        <w:rPr>
          <w:rFonts w:ascii="Times New Roman" w:hAnsi="Times New Roman" w:cs="Times New Roman"/>
          <w:bCs/>
          <w:color w:val="FF0000"/>
          <w:sz w:val="24"/>
          <w:szCs w:val="24"/>
        </w:rPr>
        <w:t xml:space="preserve"> </w:t>
      </w:r>
      <w:r w:rsidR="00B6579E" w:rsidRPr="00A149A2">
        <w:rPr>
          <w:rFonts w:ascii="Times New Roman" w:hAnsi="Times New Roman" w:cs="Times New Roman"/>
          <w:noProof/>
          <w:sz w:val="24"/>
          <w:szCs w:val="24"/>
        </w:rPr>
        <w:t xml:space="preserve">2021/1139 </w:t>
      </w:r>
      <w:r w:rsidRPr="00A149A2">
        <w:rPr>
          <w:rFonts w:ascii="Times New Roman" w:hAnsi="Times New Roman" w:cs="Times New Roman"/>
          <w:bCs/>
          <w:color w:val="FF0000"/>
          <w:sz w:val="24"/>
          <w:szCs w:val="24"/>
        </w:rPr>
        <w:t xml:space="preserve"> </w:t>
      </w:r>
      <w:r w:rsidRPr="00A149A2">
        <w:rPr>
          <w:rFonts w:ascii="Times New Roman" w:hAnsi="Times New Roman" w:cs="Times New Roman"/>
          <w:bCs/>
          <w:sz w:val="24"/>
          <w:szCs w:val="24"/>
        </w:rPr>
        <w:t xml:space="preserve">на </w:t>
      </w:r>
      <w:r w:rsidR="00DF45D8" w:rsidRPr="00A149A2">
        <w:rPr>
          <w:rFonts w:ascii="Times New Roman" w:hAnsi="Times New Roman" w:cs="Times New Roman"/>
          <w:bCs/>
          <w:sz w:val="24"/>
          <w:szCs w:val="24"/>
        </w:rPr>
        <w:t>Е</w:t>
      </w:r>
      <w:r w:rsidRPr="00A149A2">
        <w:rPr>
          <w:rFonts w:ascii="Times New Roman" w:hAnsi="Times New Roman" w:cs="Times New Roman"/>
          <w:bCs/>
          <w:sz w:val="24"/>
          <w:szCs w:val="24"/>
        </w:rPr>
        <w:t xml:space="preserve">вропейския парламент и на </w:t>
      </w:r>
      <w:r w:rsidR="005E5652" w:rsidRPr="00A149A2">
        <w:rPr>
          <w:rFonts w:ascii="Times New Roman" w:hAnsi="Times New Roman" w:cs="Times New Roman"/>
          <w:bCs/>
          <w:sz w:val="24"/>
          <w:szCs w:val="24"/>
        </w:rPr>
        <w:t>С</w:t>
      </w:r>
      <w:r w:rsidRPr="00A149A2">
        <w:rPr>
          <w:rFonts w:ascii="Times New Roman" w:hAnsi="Times New Roman" w:cs="Times New Roman"/>
          <w:bCs/>
          <w:sz w:val="24"/>
          <w:szCs w:val="24"/>
        </w:rPr>
        <w:t xml:space="preserve">ъвета от </w:t>
      </w:r>
      <w:r w:rsidR="005E5652" w:rsidRPr="00A149A2">
        <w:rPr>
          <w:rFonts w:ascii="Times New Roman" w:hAnsi="Times New Roman" w:cs="Times New Roman"/>
          <w:bCs/>
          <w:sz w:val="24"/>
          <w:szCs w:val="24"/>
        </w:rPr>
        <w:t>7</w:t>
      </w:r>
      <w:r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юли</w:t>
      </w:r>
      <w:r w:rsidRPr="00A149A2">
        <w:rPr>
          <w:rFonts w:ascii="Times New Roman" w:hAnsi="Times New Roman" w:cs="Times New Roman"/>
          <w:bCs/>
          <w:sz w:val="24"/>
          <w:szCs w:val="24"/>
        </w:rPr>
        <w:t xml:space="preserve"> 20</w:t>
      </w:r>
      <w:r w:rsidR="005E5652" w:rsidRPr="00A149A2">
        <w:rPr>
          <w:rFonts w:ascii="Times New Roman" w:hAnsi="Times New Roman" w:cs="Times New Roman"/>
          <w:bCs/>
          <w:sz w:val="24"/>
          <w:szCs w:val="24"/>
        </w:rPr>
        <w:t>21</w:t>
      </w:r>
      <w:r w:rsidRPr="00A149A2">
        <w:rPr>
          <w:rFonts w:ascii="Times New Roman" w:hAnsi="Times New Roman" w:cs="Times New Roman"/>
          <w:bCs/>
          <w:sz w:val="24"/>
          <w:szCs w:val="24"/>
        </w:rPr>
        <w:t xml:space="preserve"> година за</w:t>
      </w:r>
      <w:r w:rsidR="005E5652" w:rsidRPr="00A149A2">
        <w:rPr>
          <w:rFonts w:ascii="Times New Roman" w:hAnsi="Times New Roman" w:cs="Times New Roman"/>
          <w:bCs/>
          <w:sz w:val="24"/>
          <w:szCs w:val="24"/>
        </w:rPr>
        <w:t xml:space="preserve"> създаване на</w:t>
      </w:r>
      <w:r w:rsidRPr="00A149A2">
        <w:rPr>
          <w:rFonts w:ascii="Times New Roman" w:hAnsi="Times New Roman" w:cs="Times New Roman"/>
          <w:bCs/>
          <w:sz w:val="24"/>
          <w:szCs w:val="24"/>
        </w:rPr>
        <w:t xml:space="preserve"> Европейския фонд за морско дело</w:t>
      </w:r>
      <w:r w:rsidR="008756A8" w:rsidRPr="00A149A2">
        <w:rPr>
          <w:rFonts w:ascii="Times New Roman" w:hAnsi="Times New Roman" w:cs="Times New Roman"/>
          <w:bCs/>
          <w:sz w:val="24"/>
          <w:szCs w:val="24"/>
        </w:rPr>
        <w:t>,</w:t>
      </w:r>
      <w:r w:rsidRPr="00A149A2">
        <w:rPr>
          <w:rFonts w:ascii="Times New Roman" w:hAnsi="Times New Roman" w:cs="Times New Roman"/>
          <w:bCs/>
          <w:sz w:val="24"/>
          <w:szCs w:val="24"/>
        </w:rPr>
        <w:t xml:space="preserve">  рибарство</w:t>
      </w:r>
      <w:r w:rsidR="005C7D63" w:rsidRPr="00A149A2">
        <w:rPr>
          <w:rFonts w:ascii="Times New Roman" w:hAnsi="Times New Roman" w:cs="Times New Roman"/>
          <w:bCs/>
          <w:sz w:val="24"/>
          <w:szCs w:val="24"/>
        </w:rPr>
        <w:t xml:space="preserve"> и аквакултури</w:t>
      </w:r>
      <w:r w:rsidRPr="00A149A2">
        <w:rPr>
          <w:rFonts w:ascii="Times New Roman" w:hAnsi="Times New Roman" w:cs="Times New Roman"/>
          <w:bCs/>
          <w:sz w:val="24"/>
          <w:szCs w:val="24"/>
        </w:rPr>
        <w:t>; Декларация за свързаност по смисъла на § 1, т. 13 и т. 14 от допъ</w:t>
      </w:r>
      <w:r w:rsidR="00051580" w:rsidRPr="00A149A2">
        <w:rPr>
          <w:rFonts w:ascii="Times New Roman" w:hAnsi="Times New Roman" w:cs="Times New Roman"/>
          <w:bCs/>
          <w:sz w:val="24"/>
          <w:szCs w:val="24"/>
        </w:rPr>
        <w:t>лнителните разпоредби на ЗППЦК</w:t>
      </w:r>
      <w:r w:rsidR="005E5652" w:rsidRPr="00A149A2">
        <w:rPr>
          <w:rFonts w:ascii="Times New Roman" w:hAnsi="Times New Roman" w:cs="Times New Roman"/>
          <w:bCs/>
          <w:sz w:val="24"/>
          <w:szCs w:val="24"/>
        </w:rPr>
        <w:t xml:space="preserve">; Декларация по чл. 137 от Регламент (ЕС, </w:t>
      </w:r>
      <w:proofErr w:type="spellStart"/>
      <w:r w:rsidR="005E5652" w:rsidRPr="00A149A2">
        <w:rPr>
          <w:rFonts w:ascii="Times New Roman" w:hAnsi="Times New Roman" w:cs="Times New Roman"/>
          <w:bCs/>
          <w:sz w:val="24"/>
          <w:szCs w:val="24"/>
        </w:rPr>
        <w:t>Евратом</w:t>
      </w:r>
      <w:proofErr w:type="spellEnd"/>
      <w:r w:rsidR="005E5652" w:rsidRPr="00A149A2">
        <w:rPr>
          <w:rFonts w:ascii="Times New Roman" w:hAnsi="Times New Roman" w:cs="Times New Roman"/>
          <w:bCs/>
          <w:sz w:val="24"/>
          <w:szCs w:val="24"/>
        </w:rPr>
        <w:t>) 2018/1046 на Европейския парламент и на Съвета от 18 юли 2018 година за финансовите правила,</w:t>
      </w:r>
      <w:r w:rsidR="00F057CE" w:rsidRPr="00A149A2">
        <w:rPr>
          <w:rFonts w:ascii="Times New Roman" w:hAnsi="Times New Roman" w:cs="Times New Roman"/>
          <w:bCs/>
          <w:sz w:val="24"/>
          <w:szCs w:val="24"/>
        </w:rPr>
        <w:t xml:space="preserve"> </w:t>
      </w:r>
      <w:r w:rsidR="005E5652" w:rsidRPr="00A149A2">
        <w:rPr>
          <w:rFonts w:ascii="Times New Roman" w:hAnsi="Times New Roman" w:cs="Times New Roman"/>
          <w:bCs/>
          <w:sz w:val="24"/>
          <w:szCs w:val="24"/>
        </w:rPr>
        <w:t>приложими за общия бюджет на Съюза).</w:t>
      </w:r>
    </w:p>
    <w:p w14:paraId="31D4F883" w14:textId="37B2733F" w:rsidR="006A4B25" w:rsidRDefault="006A4B25" w:rsidP="005E5652">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 21 </w:t>
      </w:r>
      <w:r w:rsidR="005735EF">
        <w:rPr>
          <w:rFonts w:ascii="Times New Roman" w:hAnsi="Times New Roman" w:cs="Times New Roman"/>
          <w:bCs/>
          <w:sz w:val="24"/>
          <w:szCs w:val="24"/>
        </w:rPr>
        <w:t xml:space="preserve">– Инструкции за подписване на </w:t>
      </w:r>
      <w:r w:rsidR="005735EF" w:rsidRPr="005735EF">
        <w:rPr>
          <w:rFonts w:ascii="Times New Roman" w:hAnsi="Times New Roman" w:cs="Times New Roman"/>
          <w:bCs/>
          <w:sz w:val="24"/>
          <w:szCs w:val="24"/>
        </w:rPr>
        <w:t>АДПБФП</w:t>
      </w:r>
    </w:p>
    <w:p w14:paraId="53FC04EA" w14:textId="133AC4DE" w:rsidR="005707D6" w:rsidRDefault="005707D6" w:rsidP="005E5652">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Приложение № 22 - </w:t>
      </w:r>
      <w:r w:rsidRPr="005707D6">
        <w:rPr>
          <w:rFonts w:ascii="Times New Roman" w:hAnsi="Times New Roman" w:cs="Times New Roman"/>
          <w:bCs/>
          <w:sz w:val="24"/>
          <w:szCs w:val="24"/>
        </w:rPr>
        <w:t>Справка за процедури за избор на изпълнител и начина за опред</w:t>
      </w:r>
      <w:r w:rsidR="00A21677">
        <w:rPr>
          <w:rFonts w:ascii="Times New Roman" w:hAnsi="Times New Roman" w:cs="Times New Roman"/>
          <w:bCs/>
          <w:sz w:val="24"/>
          <w:szCs w:val="24"/>
        </w:rPr>
        <w:t>еляне  на прогнозните стойности</w:t>
      </w:r>
    </w:p>
    <w:p w14:paraId="165146D1" w14:textId="77777777" w:rsidR="008E4A73" w:rsidRPr="000E133E" w:rsidRDefault="008E4A73" w:rsidP="005E5652">
      <w:pPr>
        <w:spacing w:after="0" w:line="360" w:lineRule="auto"/>
        <w:jc w:val="both"/>
        <w:rPr>
          <w:rFonts w:ascii="Times New Roman" w:hAnsi="Times New Roman" w:cs="Times New Roman"/>
          <w:bCs/>
          <w:sz w:val="24"/>
          <w:szCs w:val="24"/>
        </w:rPr>
      </w:pPr>
    </w:p>
    <w:sectPr w:rsidR="008E4A73" w:rsidRPr="000E133E" w:rsidSect="00A3675D">
      <w:headerReference w:type="default" r:id="rId11"/>
      <w:footerReference w:type="default" r:id="rId12"/>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87CD4" w14:textId="77777777" w:rsidR="004A6B4B" w:rsidRDefault="004A6B4B" w:rsidP="002325A3">
      <w:pPr>
        <w:spacing w:after="0" w:line="240" w:lineRule="auto"/>
      </w:pPr>
      <w:r>
        <w:separator/>
      </w:r>
    </w:p>
  </w:endnote>
  <w:endnote w:type="continuationSeparator" w:id="0">
    <w:p w14:paraId="0D892E58" w14:textId="77777777" w:rsidR="004A6B4B" w:rsidRDefault="004A6B4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37CF" w14:textId="2D3CCA5F" w:rsidR="00CB0E8E" w:rsidRPr="006F034F" w:rsidRDefault="00CB0E8E">
    <w:pPr>
      <w:pStyle w:val="Footer"/>
      <w:jc w:val="center"/>
      <w:rPr>
        <w:rFonts w:ascii="Arial" w:hAnsi="Arial" w:cs="Arial"/>
      </w:rPr>
    </w:pPr>
    <w:r w:rsidRPr="006F034F">
      <w:rPr>
        <w:rFonts w:ascii="Arial" w:hAnsi="Arial" w:cs="Arial"/>
      </w:rPr>
      <w:fldChar w:fldCharType="begin"/>
    </w:r>
    <w:r w:rsidRPr="006F034F">
      <w:rPr>
        <w:rFonts w:ascii="Arial" w:hAnsi="Arial" w:cs="Arial"/>
      </w:rPr>
      <w:instrText xml:space="preserve"> PAGE   \* MERGEFORMAT </w:instrText>
    </w:r>
    <w:r w:rsidRPr="006F034F">
      <w:rPr>
        <w:rFonts w:ascii="Arial" w:hAnsi="Arial" w:cs="Arial"/>
      </w:rPr>
      <w:fldChar w:fldCharType="separate"/>
    </w:r>
    <w:r w:rsidR="00A0465A">
      <w:rPr>
        <w:rFonts w:ascii="Arial" w:hAnsi="Arial" w:cs="Arial"/>
        <w:noProof/>
      </w:rPr>
      <w:t>1</w:t>
    </w:r>
    <w:r w:rsidRPr="006F034F">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5ACC9" w14:textId="77777777" w:rsidR="004A6B4B" w:rsidRDefault="004A6B4B" w:rsidP="002325A3">
      <w:pPr>
        <w:spacing w:after="0" w:line="240" w:lineRule="auto"/>
      </w:pPr>
      <w:r>
        <w:separator/>
      </w:r>
    </w:p>
  </w:footnote>
  <w:footnote w:type="continuationSeparator" w:id="0">
    <w:p w14:paraId="4B24CFAA" w14:textId="77777777" w:rsidR="004A6B4B" w:rsidRDefault="004A6B4B"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F9498" w14:textId="77777777" w:rsidR="00624725" w:rsidRDefault="00624725">
    <w:pPr>
      <w:pStyle w:val="Header"/>
      <w:rPr>
        <w:lang w:val="en-US"/>
      </w:rPr>
    </w:pPr>
  </w:p>
  <w:p w14:paraId="4B744CEE" w14:textId="77777777" w:rsidR="00791F87" w:rsidRPr="00791F87" w:rsidRDefault="00791F87" w:rsidP="00791F87">
    <w:pPr>
      <w:tabs>
        <w:tab w:val="left" w:pos="2070"/>
      </w:tabs>
    </w:pPr>
    <w:r w:rsidRPr="00791F87">
      <w:rPr>
        <w:noProof/>
        <w:lang w:val="en-US"/>
      </w:rPr>
      <w:drawing>
        <wp:anchor distT="0" distB="0" distL="114300" distR="114300" simplePos="0" relativeHeight="251658240" behindDoc="1" locked="0" layoutInCell="1" allowOverlap="1" wp14:anchorId="2CC992DC" wp14:editId="4C13D94A">
          <wp:simplePos x="0" y="0"/>
          <wp:positionH relativeFrom="column">
            <wp:posOffset>2572385</wp:posOffset>
          </wp:positionH>
          <wp:positionV relativeFrom="paragraph">
            <wp:posOffset>241300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7B82BC4" w14:textId="77777777" w:rsidR="00791F87" w:rsidRPr="00791F87" w:rsidRDefault="00791F87" w:rsidP="00791F87">
    <w:pPr>
      <w:tabs>
        <w:tab w:val="left" w:pos="2070"/>
      </w:tabs>
    </w:pPr>
    <w:r w:rsidRPr="00791F87">
      <w:rPr>
        <w:noProof/>
        <w:lang w:val="en-US"/>
      </w:rPr>
      <w:drawing>
        <wp:anchor distT="0" distB="0" distL="114300" distR="114300" simplePos="0" relativeHeight="251657216" behindDoc="0" locked="0" layoutInCell="1" allowOverlap="1" wp14:anchorId="3083BDC8" wp14:editId="49146996">
          <wp:simplePos x="0" y="0"/>
          <wp:positionH relativeFrom="page">
            <wp:posOffset>5264785</wp:posOffset>
          </wp:positionH>
          <wp:positionV relativeFrom="paragraph">
            <wp:posOffset>73025</wp:posOffset>
          </wp:positionV>
          <wp:extent cx="2125980" cy="7969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73C7DB" w14:textId="77777777" w:rsidR="00791F87" w:rsidRPr="00791F87" w:rsidRDefault="00791F87" w:rsidP="00791F87">
    <w:pPr>
      <w:tabs>
        <w:tab w:val="center" w:pos="4536"/>
        <w:tab w:val="left" w:pos="5222"/>
        <w:tab w:val="right" w:pos="9072"/>
      </w:tabs>
      <w:spacing w:after="0" w:line="240" w:lineRule="auto"/>
    </w:pPr>
    <w:r w:rsidRPr="00791F87">
      <w:rPr>
        <w:noProof/>
        <w:lang w:val="en-US"/>
      </w:rPr>
      <mc:AlternateContent>
        <mc:Choice Requires="wps">
          <w:drawing>
            <wp:anchor distT="0" distB="0" distL="114300" distR="114300" simplePos="0" relativeHeight="251659264" behindDoc="0" locked="0" layoutInCell="1" allowOverlap="1" wp14:anchorId="2F2387B8" wp14:editId="011A6AB9">
              <wp:simplePos x="0" y="0"/>
              <wp:positionH relativeFrom="margin">
                <wp:posOffset>2112646</wp:posOffset>
              </wp:positionH>
              <wp:positionV relativeFrom="paragraph">
                <wp:posOffset>512528</wp:posOffset>
              </wp:positionV>
              <wp:extent cx="3061252" cy="238539"/>
              <wp:effectExtent l="0" t="0" r="0" b="9525"/>
              <wp:wrapNone/>
              <wp:docPr id="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2387B8"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14:paraId="27DD227B" w14:textId="77777777" w:rsidR="00791F87" w:rsidRPr="009404BD" w:rsidRDefault="00791F87" w:rsidP="00791F87">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69808EE4" w14:textId="77777777" w:rsidR="00791F87" w:rsidRDefault="00791F87" w:rsidP="00791F87">
                    <w:pPr>
                      <w:jc w:val="center"/>
                    </w:pPr>
                  </w:p>
                </w:txbxContent>
              </v:textbox>
              <w10:wrap anchorx="margin"/>
            </v:shape>
          </w:pict>
        </mc:Fallback>
      </mc:AlternateContent>
    </w:r>
    <w:r w:rsidRPr="00791F87">
      <w:rPr>
        <w:noProof/>
        <w:lang w:val="en-US"/>
      </w:rPr>
      <w:drawing>
        <wp:inline distT="0" distB="0" distL="0" distR="0" wp14:anchorId="6D7CFC9E" wp14:editId="6EF42931">
          <wp:extent cx="2316480" cy="57277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Pr="00791F87">
      <w:tab/>
    </w:r>
  </w:p>
  <w:p w14:paraId="17C70B9B" w14:textId="77777777" w:rsidR="00624725" w:rsidRDefault="00624725">
    <w:pPr>
      <w:pStyle w:val="Header"/>
      <w:rPr>
        <w:lang w:val="en-US"/>
      </w:rPr>
    </w:pPr>
  </w:p>
  <w:p w14:paraId="4A14F447" w14:textId="77777777" w:rsidR="00624725" w:rsidRDefault="00624725">
    <w:pPr>
      <w:pStyle w:val="Header"/>
      <w:rPr>
        <w:lang w:val="en-US"/>
      </w:rPr>
    </w:pPr>
  </w:p>
  <w:p w14:paraId="20EC1FC3" w14:textId="77777777" w:rsidR="00624725" w:rsidRPr="00F61B35" w:rsidRDefault="0062472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9B102BD"/>
    <w:multiLevelType w:val="hybridMultilevel"/>
    <w:tmpl w:val="98EAC5E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0"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4"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5"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6" w15:restartNumberingAfterBreak="0">
    <w:nsid w:val="7B9E2BA0"/>
    <w:multiLevelType w:val="hybridMultilevel"/>
    <w:tmpl w:val="8E9222B0"/>
    <w:lvl w:ilvl="0" w:tplc="1D44132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40"/>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3"/>
  </w:num>
  <w:num w:numId="13">
    <w:abstractNumId w:val="13"/>
  </w:num>
  <w:num w:numId="14">
    <w:abstractNumId w:val="41"/>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4"/>
  </w:num>
  <w:num w:numId="24">
    <w:abstractNumId w:val="33"/>
  </w:num>
  <w:num w:numId="25">
    <w:abstractNumId w:val="20"/>
  </w:num>
  <w:num w:numId="26">
    <w:abstractNumId w:val="47"/>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5"/>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2"/>
  </w:num>
  <w:num w:numId="47">
    <w:abstractNumId w:val="3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BBD"/>
    <w:rsid w:val="000368AE"/>
    <w:rsid w:val="000373A4"/>
    <w:rsid w:val="000377E0"/>
    <w:rsid w:val="00040036"/>
    <w:rsid w:val="00040428"/>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565B"/>
    <w:rsid w:val="00066433"/>
    <w:rsid w:val="00066779"/>
    <w:rsid w:val="00066C72"/>
    <w:rsid w:val="00066EFB"/>
    <w:rsid w:val="00067EFA"/>
    <w:rsid w:val="0007015D"/>
    <w:rsid w:val="0007018C"/>
    <w:rsid w:val="000706DA"/>
    <w:rsid w:val="000711A8"/>
    <w:rsid w:val="00072D2D"/>
    <w:rsid w:val="0007434D"/>
    <w:rsid w:val="000746AB"/>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407"/>
    <w:rsid w:val="000A3EB7"/>
    <w:rsid w:val="000A488B"/>
    <w:rsid w:val="000A4E4D"/>
    <w:rsid w:val="000A5408"/>
    <w:rsid w:val="000A54EB"/>
    <w:rsid w:val="000A589C"/>
    <w:rsid w:val="000A5C28"/>
    <w:rsid w:val="000A5D3C"/>
    <w:rsid w:val="000A5EEE"/>
    <w:rsid w:val="000A6111"/>
    <w:rsid w:val="000A671E"/>
    <w:rsid w:val="000A6850"/>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428C"/>
    <w:rsid w:val="000F49D1"/>
    <w:rsid w:val="000F4BD8"/>
    <w:rsid w:val="000F51C5"/>
    <w:rsid w:val="000F542F"/>
    <w:rsid w:val="000F6CB3"/>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41D"/>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1ED"/>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4EDD"/>
    <w:rsid w:val="001455AB"/>
    <w:rsid w:val="001465B0"/>
    <w:rsid w:val="0014668C"/>
    <w:rsid w:val="0014672F"/>
    <w:rsid w:val="00146A0C"/>
    <w:rsid w:val="00146E68"/>
    <w:rsid w:val="00147AAB"/>
    <w:rsid w:val="00151343"/>
    <w:rsid w:val="0015150F"/>
    <w:rsid w:val="00151B5B"/>
    <w:rsid w:val="00151D1C"/>
    <w:rsid w:val="00151E19"/>
    <w:rsid w:val="0015202C"/>
    <w:rsid w:val="00152651"/>
    <w:rsid w:val="00152746"/>
    <w:rsid w:val="001528D4"/>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BB"/>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68FA"/>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1D7"/>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2A99"/>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4B3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C50"/>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0922"/>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1AF"/>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2B93"/>
    <w:rsid w:val="0033314E"/>
    <w:rsid w:val="0033361C"/>
    <w:rsid w:val="0033457C"/>
    <w:rsid w:val="00334896"/>
    <w:rsid w:val="00334FDB"/>
    <w:rsid w:val="00335E50"/>
    <w:rsid w:val="003367B7"/>
    <w:rsid w:val="003376E4"/>
    <w:rsid w:val="00337964"/>
    <w:rsid w:val="00337CF1"/>
    <w:rsid w:val="003401D2"/>
    <w:rsid w:val="0034026D"/>
    <w:rsid w:val="003412B4"/>
    <w:rsid w:val="00341D5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BE4"/>
    <w:rsid w:val="00375E91"/>
    <w:rsid w:val="003761BB"/>
    <w:rsid w:val="0037776C"/>
    <w:rsid w:val="00377A51"/>
    <w:rsid w:val="00380303"/>
    <w:rsid w:val="00380719"/>
    <w:rsid w:val="00380C5D"/>
    <w:rsid w:val="00380E33"/>
    <w:rsid w:val="00381537"/>
    <w:rsid w:val="00382609"/>
    <w:rsid w:val="0038273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5EB"/>
    <w:rsid w:val="003C529A"/>
    <w:rsid w:val="003C5303"/>
    <w:rsid w:val="003C53C0"/>
    <w:rsid w:val="003C59D0"/>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7CF"/>
    <w:rsid w:val="003D3C34"/>
    <w:rsid w:val="003D3D75"/>
    <w:rsid w:val="003D405B"/>
    <w:rsid w:val="003D49FB"/>
    <w:rsid w:val="003D4CA8"/>
    <w:rsid w:val="003D50BE"/>
    <w:rsid w:val="003D5195"/>
    <w:rsid w:val="003D52B8"/>
    <w:rsid w:val="003D562F"/>
    <w:rsid w:val="003D5745"/>
    <w:rsid w:val="003D5F55"/>
    <w:rsid w:val="003D63A5"/>
    <w:rsid w:val="003D700A"/>
    <w:rsid w:val="003D7B26"/>
    <w:rsid w:val="003D7E90"/>
    <w:rsid w:val="003E1053"/>
    <w:rsid w:val="003E23BD"/>
    <w:rsid w:val="003E24D0"/>
    <w:rsid w:val="003E25A7"/>
    <w:rsid w:val="003E2D27"/>
    <w:rsid w:val="003E3302"/>
    <w:rsid w:val="003E4126"/>
    <w:rsid w:val="003E41F0"/>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461"/>
    <w:rsid w:val="003F3528"/>
    <w:rsid w:val="003F35AE"/>
    <w:rsid w:val="003F360A"/>
    <w:rsid w:val="003F3B1C"/>
    <w:rsid w:val="003F3EC6"/>
    <w:rsid w:val="003F4A9E"/>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67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FAD"/>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73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675"/>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97985"/>
    <w:rsid w:val="004A02E5"/>
    <w:rsid w:val="004A0794"/>
    <w:rsid w:val="004A0F50"/>
    <w:rsid w:val="004A187E"/>
    <w:rsid w:val="004A20D9"/>
    <w:rsid w:val="004A2570"/>
    <w:rsid w:val="004A2637"/>
    <w:rsid w:val="004A2722"/>
    <w:rsid w:val="004A2C6B"/>
    <w:rsid w:val="004A35DC"/>
    <w:rsid w:val="004A536D"/>
    <w:rsid w:val="004A58E5"/>
    <w:rsid w:val="004A60AF"/>
    <w:rsid w:val="004A627E"/>
    <w:rsid w:val="004A65C6"/>
    <w:rsid w:val="004A66C6"/>
    <w:rsid w:val="004A68A1"/>
    <w:rsid w:val="004A6B4B"/>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45B"/>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3A9"/>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734"/>
    <w:rsid w:val="00507BA1"/>
    <w:rsid w:val="005100FE"/>
    <w:rsid w:val="00510197"/>
    <w:rsid w:val="0051028E"/>
    <w:rsid w:val="005104C7"/>
    <w:rsid w:val="00510A73"/>
    <w:rsid w:val="00510E20"/>
    <w:rsid w:val="00510EF7"/>
    <w:rsid w:val="00510FB3"/>
    <w:rsid w:val="005110D3"/>
    <w:rsid w:val="00511233"/>
    <w:rsid w:val="00511234"/>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0A6"/>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401"/>
    <w:rsid w:val="00564E8C"/>
    <w:rsid w:val="00565ABD"/>
    <w:rsid w:val="00566680"/>
    <w:rsid w:val="00567EAC"/>
    <w:rsid w:val="00570181"/>
    <w:rsid w:val="00570714"/>
    <w:rsid w:val="005707A4"/>
    <w:rsid w:val="005707D6"/>
    <w:rsid w:val="00570CA4"/>
    <w:rsid w:val="00570E1B"/>
    <w:rsid w:val="00570F23"/>
    <w:rsid w:val="00571500"/>
    <w:rsid w:val="00571A64"/>
    <w:rsid w:val="005727B4"/>
    <w:rsid w:val="005727D8"/>
    <w:rsid w:val="005728C9"/>
    <w:rsid w:val="005735EF"/>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5EB"/>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6C24"/>
    <w:rsid w:val="005D7471"/>
    <w:rsid w:val="005E05AF"/>
    <w:rsid w:val="005E0603"/>
    <w:rsid w:val="005E0AC7"/>
    <w:rsid w:val="005E0DE4"/>
    <w:rsid w:val="005E1086"/>
    <w:rsid w:val="005E153F"/>
    <w:rsid w:val="005E1731"/>
    <w:rsid w:val="005E1B54"/>
    <w:rsid w:val="005E22B9"/>
    <w:rsid w:val="005E2554"/>
    <w:rsid w:val="005E26D3"/>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79"/>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26C"/>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0EAF"/>
    <w:rsid w:val="0067149B"/>
    <w:rsid w:val="006716FF"/>
    <w:rsid w:val="006720E6"/>
    <w:rsid w:val="0067234D"/>
    <w:rsid w:val="0067269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25"/>
    <w:rsid w:val="006A4BC4"/>
    <w:rsid w:val="006A53FA"/>
    <w:rsid w:val="006A5F62"/>
    <w:rsid w:val="006A64AF"/>
    <w:rsid w:val="006A64F0"/>
    <w:rsid w:val="006A68F9"/>
    <w:rsid w:val="006A790E"/>
    <w:rsid w:val="006A7B17"/>
    <w:rsid w:val="006A7D75"/>
    <w:rsid w:val="006A7E3B"/>
    <w:rsid w:val="006B0B41"/>
    <w:rsid w:val="006B0F19"/>
    <w:rsid w:val="006B173D"/>
    <w:rsid w:val="006B17EF"/>
    <w:rsid w:val="006B1C7B"/>
    <w:rsid w:val="006B1E6F"/>
    <w:rsid w:val="006B20A6"/>
    <w:rsid w:val="006B2647"/>
    <w:rsid w:val="006B2E24"/>
    <w:rsid w:val="006B3224"/>
    <w:rsid w:val="006B3CE5"/>
    <w:rsid w:val="006B4095"/>
    <w:rsid w:val="006B40DF"/>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39E0"/>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056"/>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12B2"/>
    <w:rsid w:val="00762682"/>
    <w:rsid w:val="00762F56"/>
    <w:rsid w:val="00763228"/>
    <w:rsid w:val="007632A0"/>
    <w:rsid w:val="00763554"/>
    <w:rsid w:val="00763FF6"/>
    <w:rsid w:val="00764146"/>
    <w:rsid w:val="00766118"/>
    <w:rsid w:val="00766396"/>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1E98"/>
    <w:rsid w:val="007D221C"/>
    <w:rsid w:val="007D2270"/>
    <w:rsid w:val="007D313F"/>
    <w:rsid w:val="007D3BB7"/>
    <w:rsid w:val="007D404C"/>
    <w:rsid w:val="007D45D0"/>
    <w:rsid w:val="007D47C9"/>
    <w:rsid w:val="007D4E3C"/>
    <w:rsid w:val="007D52B1"/>
    <w:rsid w:val="007D5A6B"/>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59"/>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0D8"/>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AC6"/>
    <w:rsid w:val="00851EC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DD"/>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B14"/>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ACA"/>
    <w:rsid w:val="008C1CDF"/>
    <w:rsid w:val="008C1D31"/>
    <w:rsid w:val="008C1DB5"/>
    <w:rsid w:val="008C25E2"/>
    <w:rsid w:val="008C331A"/>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A73"/>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2F9"/>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676A"/>
    <w:rsid w:val="009574F9"/>
    <w:rsid w:val="00957933"/>
    <w:rsid w:val="00957BCE"/>
    <w:rsid w:val="009602D9"/>
    <w:rsid w:val="009604E0"/>
    <w:rsid w:val="009605A5"/>
    <w:rsid w:val="00960A2F"/>
    <w:rsid w:val="00962D0F"/>
    <w:rsid w:val="009633EE"/>
    <w:rsid w:val="00963D03"/>
    <w:rsid w:val="00964055"/>
    <w:rsid w:val="009642A4"/>
    <w:rsid w:val="0096434E"/>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629E"/>
    <w:rsid w:val="00976643"/>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667"/>
    <w:rsid w:val="00985B44"/>
    <w:rsid w:val="00985DDC"/>
    <w:rsid w:val="00985DF9"/>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9A"/>
    <w:rsid w:val="009A0A3B"/>
    <w:rsid w:val="009A0CCD"/>
    <w:rsid w:val="009A1C82"/>
    <w:rsid w:val="009A2259"/>
    <w:rsid w:val="009A37B3"/>
    <w:rsid w:val="009A3C36"/>
    <w:rsid w:val="009A5E23"/>
    <w:rsid w:val="009A6401"/>
    <w:rsid w:val="009A6679"/>
    <w:rsid w:val="009A6BBA"/>
    <w:rsid w:val="009A7071"/>
    <w:rsid w:val="009A70D8"/>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5559"/>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465A"/>
    <w:rsid w:val="00A052BD"/>
    <w:rsid w:val="00A0532B"/>
    <w:rsid w:val="00A05579"/>
    <w:rsid w:val="00A05985"/>
    <w:rsid w:val="00A05B03"/>
    <w:rsid w:val="00A064E5"/>
    <w:rsid w:val="00A067EF"/>
    <w:rsid w:val="00A06EDA"/>
    <w:rsid w:val="00A078A5"/>
    <w:rsid w:val="00A07B1A"/>
    <w:rsid w:val="00A10CCA"/>
    <w:rsid w:val="00A10D92"/>
    <w:rsid w:val="00A10FAC"/>
    <w:rsid w:val="00A1293D"/>
    <w:rsid w:val="00A131F4"/>
    <w:rsid w:val="00A138E4"/>
    <w:rsid w:val="00A139A3"/>
    <w:rsid w:val="00A13FF3"/>
    <w:rsid w:val="00A14787"/>
    <w:rsid w:val="00A149A2"/>
    <w:rsid w:val="00A14CEF"/>
    <w:rsid w:val="00A1543A"/>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677"/>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5CCB"/>
    <w:rsid w:val="00A3606D"/>
    <w:rsid w:val="00A362DE"/>
    <w:rsid w:val="00A36323"/>
    <w:rsid w:val="00A3675D"/>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4D0"/>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A0E"/>
    <w:rsid w:val="00AD21BF"/>
    <w:rsid w:val="00AD2326"/>
    <w:rsid w:val="00AD241C"/>
    <w:rsid w:val="00AD328B"/>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2DD"/>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780"/>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66C"/>
    <w:rsid w:val="00B72AB5"/>
    <w:rsid w:val="00B72DC2"/>
    <w:rsid w:val="00B73102"/>
    <w:rsid w:val="00B7316F"/>
    <w:rsid w:val="00B732DF"/>
    <w:rsid w:val="00B7337F"/>
    <w:rsid w:val="00B73C95"/>
    <w:rsid w:val="00B73E86"/>
    <w:rsid w:val="00B7477B"/>
    <w:rsid w:val="00B74E49"/>
    <w:rsid w:val="00B74FB0"/>
    <w:rsid w:val="00B74FFA"/>
    <w:rsid w:val="00B75750"/>
    <w:rsid w:val="00B75BC7"/>
    <w:rsid w:val="00B75DE6"/>
    <w:rsid w:val="00B75FCD"/>
    <w:rsid w:val="00B76478"/>
    <w:rsid w:val="00B768DA"/>
    <w:rsid w:val="00B769EB"/>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6924"/>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095"/>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19"/>
    <w:rsid w:val="00BE2839"/>
    <w:rsid w:val="00BE289C"/>
    <w:rsid w:val="00BE2E73"/>
    <w:rsid w:val="00BE3226"/>
    <w:rsid w:val="00BE412A"/>
    <w:rsid w:val="00BE41C1"/>
    <w:rsid w:val="00BE45B4"/>
    <w:rsid w:val="00BE464D"/>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BF7F15"/>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AAC"/>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D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21E"/>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43C"/>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6FA1"/>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2DE"/>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695F"/>
    <w:rsid w:val="00D80454"/>
    <w:rsid w:val="00D80BDF"/>
    <w:rsid w:val="00D80D18"/>
    <w:rsid w:val="00D8114A"/>
    <w:rsid w:val="00D815E7"/>
    <w:rsid w:val="00D8171B"/>
    <w:rsid w:val="00D81A46"/>
    <w:rsid w:val="00D82215"/>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3BF"/>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0BF"/>
    <w:rsid w:val="00DD0C8C"/>
    <w:rsid w:val="00DD1463"/>
    <w:rsid w:val="00DD1BAE"/>
    <w:rsid w:val="00DD2448"/>
    <w:rsid w:val="00DD2624"/>
    <w:rsid w:val="00DD3AB5"/>
    <w:rsid w:val="00DD4038"/>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1EC4"/>
    <w:rsid w:val="00E02109"/>
    <w:rsid w:val="00E02501"/>
    <w:rsid w:val="00E026F9"/>
    <w:rsid w:val="00E028B5"/>
    <w:rsid w:val="00E02F01"/>
    <w:rsid w:val="00E03100"/>
    <w:rsid w:val="00E03251"/>
    <w:rsid w:val="00E032AF"/>
    <w:rsid w:val="00E035D8"/>
    <w:rsid w:val="00E036B5"/>
    <w:rsid w:val="00E03956"/>
    <w:rsid w:val="00E0537B"/>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0A64"/>
    <w:rsid w:val="00E318CD"/>
    <w:rsid w:val="00E32095"/>
    <w:rsid w:val="00E321C3"/>
    <w:rsid w:val="00E32474"/>
    <w:rsid w:val="00E32F84"/>
    <w:rsid w:val="00E332DD"/>
    <w:rsid w:val="00E33915"/>
    <w:rsid w:val="00E34C07"/>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2DE9"/>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633"/>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5F2"/>
    <w:rsid w:val="00E95B86"/>
    <w:rsid w:val="00E95ECB"/>
    <w:rsid w:val="00E96483"/>
    <w:rsid w:val="00E964EA"/>
    <w:rsid w:val="00E97299"/>
    <w:rsid w:val="00E97544"/>
    <w:rsid w:val="00E97596"/>
    <w:rsid w:val="00E97ADD"/>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5FC"/>
    <w:rsid w:val="00EB687C"/>
    <w:rsid w:val="00EB6BA3"/>
    <w:rsid w:val="00EB6FBE"/>
    <w:rsid w:val="00EB72DF"/>
    <w:rsid w:val="00EB7EA3"/>
    <w:rsid w:val="00EC000B"/>
    <w:rsid w:val="00EC010F"/>
    <w:rsid w:val="00EC033A"/>
    <w:rsid w:val="00EC065B"/>
    <w:rsid w:val="00EC2040"/>
    <w:rsid w:val="00EC21D9"/>
    <w:rsid w:val="00EC242B"/>
    <w:rsid w:val="00EC2D1B"/>
    <w:rsid w:val="00EC2FF7"/>
    <w:rsid w:val="00EC3534"/>
    <w:rsid w:val="00EC39E4"/>
    <w:rsid w:val="00EC3AF3"/>
    <w:rsid w:val="00EC4E1A"/>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060"/>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0FF1"/>
    <w:rsid w:val="00F41224"/>
    <w:rsid w:val="00F4142D"/>
    <w:rsid w:val="00F41BEA"/>
    <w:rsid w:val="00F42110"/>
    <w:rsid w:val="00F42183"/>
    <w:rsid w:val="00F42675"/>
    <w:rsid w:val="00F427B7"/>
    <w:rsid w:val="00F4315A"/>
    <w:rsid w:val="00F4362B"/>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2019"/>
    <w:rsid w:val="00FA308A"/>
    <w:rsid w:val="00FA375D"/>
    <w:rsid w:val="00FA38D9"/>
    <w:rsid w:val="00FA4402"/>
    <w:rsid w:val="00FA543B"/>
    <w:rsid w:val="00FA5E85"/>
    <w:rsid w:val="00FA6078"/>
    <w:rsid w:val="00FA639D"/>
    <w:rsid w:val="00FA6C9B"/>
    <w:rsid w:val="00FA6CD9"/>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29FB"/>
    <w:rsid w:val="00FD358A"/>
    <w:rsid w:val="00FD3605"/>
    <w:rsid w:val="00FD3E23"/>
    <w:rsid w:val="00FD3FDB"/>
    <w:rsid w:val="00FD50D6"/>
    <w:rsid w:val="00FD5551"/>
    <w:rsid w:val="00FD55AD"/>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EE0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EFEF5-F545-4CCF-8388-02682AE22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20</Pages>
  <Words>4955</Words>
  <Characters>28250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33139</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2025-09-15T12:26:00Z</dcterms:created>
  <dcterms:modified xsi:type="dcterms:W3CDTF">2025-09-29T13:35:00Z</dcterms:modified>
</cp:coreProperties>
</file>